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FBC" w:rsidRPr="000B2289" w:rsidRDefault="00A63F39" w:rsidP="0095421D">
      <w:pPr>
        <w:spacing w:after="0"/>
        <w:ind w:right="-4050"/>
      </w:pPr>
      <w:r>
        <w:rPr>
          <w:b/>
        </w:rPr>
        <w:t>ORAL</w:t>
      </w:r>
      <w:r w:rsidR="003C2B31" w:rsidRPr="005502FA">
        <w:rPr>
          <w:b/>
        </w:rPr>
        <w:t xml:space="preserve"> RUBRIC</w:t>
      </w:r>
      <w:r w:rsidR="003C2B31">
        <w:rPr>
          <w:b/>
        </w:rPr>
        <w:t xml:space="preserve"> 4</w:t>
      </w:r>
      <w:r w:rsidR="003C2B31">
        <w:rPr>
          <w:b/>
        </w:rPr>
        <w:tab/>
      </w:r>
      <w:r w:rsidR="003C2B31">
        <w:rPr>
          <w:b/>
        </w:rPr>
        <w:tab/>
      </w:r>
      <w:r w:rsidR="003C2B31">
        <w:rPr>
          <w:b/>
        </w:rPr>
        <w:tab/>
      </w:r>
      <w:r w:rsidR="003C2B31">
        <w:rPr>
          <w:b/>
        </w:rPr>
        <w:tab/>
      </w:r>
      <w:r w:rsidR="003C2B31">
        <w:rPr>
          <w:b/>
        </w:rPr>
        <w:tab/>
      </w:r>
      <w:r w:rsidR="003C2B31">
        <w:rPr>
          <w:b/>
        </w:rPr>
        <w:tab/>
      </w:r>
      <w:r w:rsidR="003C2B31">
        <w:t>Student</w:t>
      </w:r>
      <w:r w:rsidR="0095421D">
        <w:rPr>
          <w:u w:val="single"/>
        </w:rPr>
        <w:tab/>
      </w:r>
      <w:r w:rsidR="003C2B31">
        <w:rPr>
          <w:u w:val="single"/>
        </w:rPr>
        <w:tab/>
      </w:r>
      <w:r w:rsidR="0095421D">
        <w:rPr>
          <w:u w:val="single"/>
        </w:rPr>
        <w:tab/>
      </w:r>
      <w:r w:rsidR="0095421D">
        <w:rPr>
          <w:u w:val="single"/>
        </w:rPr>
        <w:tab/>
      </w:r>
      <w:r w:rsidR="0095421D">
        <w:rPr>
          <w:u w:val="single"/>
        </w:rPr>
        <w:tab/>
      </w:r>
      <w:r w:rsidR="0095421D">
        <w:rPr>
          <w:u w:val="single"/>
        </w:rPr>
        <w:tab/>
      </w:r>
      <w:r w:rsidR="0095421D">
        <w:rPr>
          <w:u w:val="single"/>
        </w:rPr>
        <w:tab/>
      </w:r>
      <w:r w:rsidR="0095421D">
        <w:rPr>
          <w:u w:val="single"/>
        </w:rPr>
        <w:tab/>
      </w:r>
    </w:p>
    <w:tbl>
      <w:tblPr>
        <w:tblW w:w="11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"/>
        <w:gridCol w:w="1170"/>
        <w:gridCol w:w="379"/>
        <w:gridCol w:w="1440"/>
        <w:gridCol w:w="161"/>
        <w:gridCol w:w="1279"/>
        <w:gridCol w:w="701"/>
        <w:gridCol w:w="739"/>
        <w:gridCol w:w="1241"/>
        <w:gridCol w:w="1980"/>
        <w:gridCol w:w="2070"/>
      </w:tblGrid>
      <w:tr w:rsidR="0095421D" w:rsidRPr="0095421D" w:rsidTr="0095421D">
        <w:trPr>
          <w:gridBefore w:val="1"/>
          <w:wBefore w:w="18" w:type="dxa"/>
          <w:trHeight w:val="368"/>
        </w:trPr>
        <w:tc>
          <w:tcPr>
            <w:tcW w:w="1170" w:type="dxa"/>
          </w:tcPr>
          <w:p w:rsidR="0095421D" w:rsidRPr="0095421D" w:rsidRDefault="0095421D" w:rsidP="0061364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gridSpan w:val="3"/>
          </w:tcPr>
          <w:p w:rsidR="0095421D" w:rsidRPr="0095421D" w:rsidRDefault="0095421D" w:rsidP="00613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5421D">
              <w:rPr>
                <w:b/>
                <w:sz w:val="20"/>
                <w:szCs w:val="20"/>
              </w:rPr>
              <w:t>1</w:t>
            </w:r>
          </w:p>
          <w:p w:rsidR="0095421D" w:rsidRPr="0095421D" w:rsidRDefault="0095421D" w:rsidP="00613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542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NOVICE LOW</w:t>
            </w:r>
          </w:p>
        </w:tc>
        <w:tc>
          <w:tcPr>
            <w:tcW w:w="1980" w:type="dxa"/>
            <w:gridSpan w:val="2"/>
          </w:tcPr>
          <w:p w:rsidR="0095421D" w:rsidRPr="0095421D" w:rsidRDefault="0095421D" w:rsidP="00613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5421D">
              <w:rPr>
                <w:b/>
                <w:sz w:val="20"/>
                <w:szCs w:val="20"/>
              </w:rPr>
              <w:t>2</w:t>
            </w:r>
          </w:p>
          <w:p w:rsidR="0095421D" w:rsidRPr="0095421D" w:rsidRDefault="0095421D" w:rsidP="006136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42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NOVICE MID</w:t>
            </w:r>
          </w:p>
          <w:p w:rsidR="0095421D" w:rsidRPr="0095421D" w:rsidRDefault="0095421D" w:rsidP="00613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542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{quarter 1 goal)</w:t>
            </w:r>
          </w:p>
        </w:tc>
        <w:tc>
          <w:tcPr>
            <w:tcW w:w="1980" w:type="dxa"/>
            <w:gridSpan w:val="2"/>
          </w:tcPr>
          <w:p w:rsidR="0095421D" w:rsidRPr="0095421D" w:rsidRDefault="0095421D" w:rsidP="00613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5421D">
              <w:rPr>
                <w:b/>
                <w:sz w:val="20"/>
                <w:szCs w:val="20"/>
              </w:rPr>
              <w:t>3</w:t>
            </w:r>
          </w:p>
          <w:p w:rsidR="0095421D" w:rsidRPr="0095421D" w:rsidRDefault="0095421D" w:rsidP="006136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42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NOVICE HIGH</w:t>
            </w:r>
          </w:p>
          <w:p w:rsidR="0095421D" w:rsidRPr="0095421D" w:rsidRDefault="0095421D" w:rsidP="00613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542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{quarter 2 goal)</w:t>
            </w:r>
          </w:p>
        </w:tc>
        <w:tc>
          <w:tcPr>
            <w:tcW w:w="1980" w:type="dxa"/>
          </w:tcPr>
          <w:p w:rsidR="0095421D" w:rsidRPr="0095421D" w:rsidRDefault="0095421D" w:rsidP="006136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421D">
              <w:rPr>
                <w:b/>
                <w:sz w:val="20"/>
                <w:szCs w:val="20"/>
              </w:rPr>
              <w:t>4</w:t>
            </w:r>
            <w:r w:rsidRPr="009542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95421D" w:rsidRPr="0095421D" w:rsidRDefault="0095421D" w:rsidP="006136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42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INTERMEDIATE LOW</w:t>
            </w:r>
          </w:p>
          <w:p w:rsidR="0095421D" w:rsidRPr="0095421D" w:rsidRDefault="0095421D" w:rsidP="00613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542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{quarter 3 goal)</w:t>
            </w:r>
          </w:p>
        </w:tc>
        <w:tc>
          <w:tcPr>
            <w:tcW w:w="2070" w:type="dxa"/>
          </w:tcPr>
          <w:p w:rsidR="0095421D" w:rsidRPr="0095421D" w:rsidRDefault="0095421D" w:rsidP="00613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5421D">
              <w:rPr>
                <w:b/>
                <w:sz w:val="20"/>
                <w:szCs w:val="20"/>
              </w:rPr>
              <w:t>5</w:t>
            </w:r>
          </w:p>
          <w:p w:rsidR="0095421D" w:rsidRPr="0095421D" w:rsidRDefault="0095421D" w:rsidP="0061364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542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INTERMEDIATE MID</w:t>
            </w:r>
          </w:p>
          <w:p w:rsidR="0095421D" w:rsidRPr="0095421D" w:rsidRDefault="0095421D" w:rsidP="00613645">
            <w:pPr>
              <w:spacing w:after="0" w:line="240" w:lineRule="auto"/>
              <w:jc w:val="center"/>
              <w:rPr>
                <w:b/>
                <w:sz w:val="20"/>
                <w:szCs w:val="20"/>
                <w:lang w:val="es-ES"/>
              </w:rPr>
            </w:pPr>
            <w:r w:rsidRPr="009542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{quarter 4 goal)</w:t>
            </w:r>
          </w:p>
        </w:tc>
      </w:tr>
      <w:tr w:rsidR="0095421D" w:rsidRPr="0095421D" w:rsidTr="0095421D">
        <w:trPr>
          <w:gridBefore w:val="1"/>
          <w:wBefore w:w="18" w:type="dxa"/>
          <w:trHeight w:val="1340"/>
        </w:trPr>
        <w:tc>
          <w:tcPr>
            <w:tcW w:w="1170" w:type="dxa"/>
          </w:tcPr>
          <w:p w:rsidR="0095421D" w:rsidRPr="0095421D" w:rsidRDefault="0095421D" w:rsidP="00613645">
            <w:pPr>
              <w:pStyle w:val="NoSpacing"/>
              <w:rPr>
                <w:b/>
                <w:sz w:val="16"/>
                <w:szCs w:val="16"/>
              </w:rPr>
            </w:pPr>
            <w:r w:rsidRPr="0095421D">
              <w:rPr>
                <w:b/>
                <w:sz w:val="16"/>
                <w:szCs w:val="16"/>
              </w:rPr>
              <w:t xml:space="preserve">Purpose </w:t>
            </w:r>
          </w:p>
          <w:p w:rsidR="0095421D" w:rsidRPr="0095421D" w:rsidRDefault="0095421D" w:rsidP="00613645">
            <w:pPr>
              <w:pStyle w:val="NoSpacing"/>
              <w:rPr>
                <w:i/>
                <w:sz w:val="16"/>
                <w:szCs w:val="16"/>
              </w:rPr>
            </w:pPr>
          </w:p>
        </w:tc>
        <w:tc>
          <w:tcPr>
            <w:tcW w:w="1980" w:type="dxa"/>
            <w:gridSpan w:val="3"/>
          </w:tcPr>
          <w:p w:rsidR="0095421D" w:rsidRPr="0095421D" w:rsidRDefault="0095421D" w:rsidP="00613645">
            <w:pPr>
              <w:spacing w:after="0" w:line="240" w:lineRule="auto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>Communicates using words, memorized phrases and an occasional simple sentence.</w:t>
            </w:r>
          </w:p>
          <w:p w:rsidR="0095421D" w:rsidRPr="0095421D" w:rsidRDefault="0095421D" w:rsidP="00613645">
            <w:pPr>
              <w:spacing w:after="0" w:line="240" w:lineRule="auto"/>
              <w:rPr>
                <w:sz w:val="16"/>
                <w:szCs w:val="16"/>
              </w:rPr>
            </w:pPr>
          </w:p>
          <w:p w:rsidR="0095421D" w:rsidRPr="0095421D" w:rsidRDefault="0095421D" w:rsidP="00613645">
            <w:pPr>
              <w:spacing w:after="0" w:line="240" w:lineRule="auto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Information is </w:t>
            </w:r>
            <w:r w:rsidRPr="0095421D">
              <w:rPr>
                <w:b/>
                <w:sz w:val="16"/>
                <w:szCs w:val="16"/>
              </w:rPr>
              <w:t xml:space="preserve">connected </w:t>
            </w:r>
            <w:proofErr w:type="gramStart"/>
            <w:r w:rsidRPr="0095421D">
              <w:rPr>
                <w:b/>
                <w:sz w:val="16"/>
                <w:szCs w:val="16"/>
              </w:rPr>
              <w:t>to</w:t>
            </w:r>
            <w:r w:rsidRPr="0095421D">
              <w:rPr>
                <w:sz w:val="16"/>
                <w:szCs w:val="16"/>
              </w:rPr>
              <w:t xml:space="preserve"> </w:t>
            </w:r>
            <w:r w:rsidRPr="0095421D">
              <w:rPr>
                <w:b/>
                <w:sz w:val="16"/>
                <w:szCs w:val="16"/>
              </w:rPr>
              <w:t xml:space="preserve"> task</w:t>
            </w:r>
            <w:proofErr w:type="gramEnd"/>
            <w:r w:rsidRPr="0095421D">
              <w:rPr>
                <w:sz w:val="16"/>
                <w:szCs w:val="16"/>
              </w:rPr>
              <w:t xml:space="preserve">, but </w:t>
            </w:r>
            <w:r w:rsidRPr="0095421D">
              <w:rPr>
                <w:b/>
                <w:sz w:val="16"/>
                <w:szCs w:val="16"/>
              </w:rPr>
              <w:t>lacking specific details.</w:t>
            </w:r>
          </w:p>
          <w:p w:rsidR="0095421D" w:rsidRPr="0095421D" w:rsidRDefault="0095421D" w:rsidP="0095421D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1980" w:type="dxa"/>
            <w:gridSpan w:val="2"/>
          </w:tcPr>
          <w:p w:rsidR="0095421D" w:rsidRPr="0095421D" w:rsidRDefault="0095421D" w:rsidP="00613645">
            <w:pPr>
              <w:spacing w:after="0" w:line="240" w:lineRule="auto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>Communicates using simple sentences and task-appropriate original expressions</w:t>
            </w:r>
          </w:p>
          <w:p w:rsidR="0095421D" w:rsidRPr="0095421D" w:rsidRDefault="0095421D" w:rsidP="00613645">
            <w:pPr>
              <w:spacing w:after="0" w:line="240" w:lineRule="auto"/>
              <w:rPr>
                <w:sz w:val="16"/>
                <w:szCs w:val="16"/>
              </w:rPr>
            </w:pPr>
          </w:p>
          <w:p w:rsidR="0095421D" w:rsidRPr="0095421D" w:rsidRDefault="0095421D" w:rsidP="00613645">
            <w:pPr>
              <w:spacing w:after="0" w:line="240" w:lineRule="auto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Information is connected to and </w:t>
            </w:r>
            <w:r w:rsidRPr="0095421D">
              <w:rPr>
                <w:b/>
                <w:sz w:val="16"/>
                <w:szCs w:val="16"/>
              </w:rPr>
              <w:t>attempts to expand task</w:t>
            </w:r>
            <w:r w:rsidRPr="0095421D">
              <w:rPr>
                <w:sz w:val="16"/>
                <w:szCs w:val="16"/>
              </w:rPr>
              <w:t xml:space="preserve"> </w:t>
            </w:r>
            <w:r w:rsidRPr="0095421D">
              <w:rPr>
                <w:b/>
                <w:sz w:val="16"/>
                <w:szCs w:val="16"/>
              </w:rPr>
              <w:t>w few details.</w:t>
            </w:r>
          </w:p>
        </w:tc>
        <w:tc>
          <w:tcPr>
            <w:tcW w:w="1980" w:type="dxa"/>
            <w:gridSpan w:val="2"/>
          </w:tcPr>
          <w:p w:rsidR="0095421D" w:rsidRPr="0095421D" w:rsidRDefault="0095421D" w:rsidP="00613645">
            <w:pPr>
              <w:spacing w:after="0" w:line="240" w:lineRule="auto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Communicates using </w:t>
            </w:r>
            <w:r w:rsidRPr="0095421D">
              <w:rPr>
                <w:b/>
                <w:sz w:val="16"/>
                <w:szCs w:val="16"/>
              </w:rPr>
              <w:t xml:space="preserve">some </w:t>
            </w:r>
            <w:r w:rsidRPr="0095421D">
              <w:rPr>
                <w:sz w:val="16"/>
                <w:szCs w:val="16"/>
              </w:rPr>
              <w:t xml:space="preserve">task-appropriate original expressions and creative ideas.  </w:t>
            </w:r>
          </w:p>
          <w:p w:rsidR="0095421D" w:rsidRPr="0095421D" w:rsidRDefault="0095421D" w:rsidP="00613645">
            <w:pPr>
              <w:spacing w:after="0" w:line="240" w:lineRule="auto"/>
              <w:rPr>
                <w:sz w:val="16"/>
                <w:szCs w:val="16"/>
              </w:rPr>
            </w:pPr>
          </w:p>
          <w:p w:rsidR="0095421D" w:rsidRPr="0095421D" w:rsidRDefault="0095421D" w:rsidP="0061364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Information is connected and </w:t>
            </w:r>
            <w:r w:rsidRPr="0095421D">
              <w:rPr>
                <w:b/>
                <w:sz w:val="16"/>
                <w:szCs w:val="16"/>
              </w:rPr>
              <w:t>accomplishes task</w:t>
            </w:r>
            <w:r w:rsidRPr="0095421D">
              <w:rPr>
                <w:sz w:val="16"/>
                <w:szCs w:val="16"/>
              </w:rPr>
              <w:t xml:space="preserve"> successfully </w:t>
            </w:r>
            <w:r w:rsidRPr="0095421D">
              <w:rPr>
                <w:b/>
                <w:sz w:val="16"/>
                <w:szCs w:val="16"/>
              </w:rPr>
              <w:t>as details are emerging.</w:t>
            </w:r>
          </w:p>
        </w:tc>
        <w:tc>
          <w:tcPr>
            <w:tcW w:w="1980" w:type="dxa"/>
          </w:tcPr>
          <w:p w:rsidR="0095421D" w:rsidRPr="0095421D" w:rsidRDefault="0095421D" w:rsidP="00613645">
            <w:pPr>
              <w:spacing w:after="0" w:line="240" w:lineRule="auto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Communicates in full sentences on familiar and some unfamiliar topics.  </w:t>
            </w:r>
          </w:p>
          <w:p w:rsidR="0095421D" w:rsidRPr="0095421D" w:rsidRDefault="0095421D" w:rsidP="00613645">
            <w:pPr>
              <w:spacing w:after="0" w:line="240" w:lineRule="auto"/>
              <w:rPr>
                <w:sz w:val="16"/>
                <w:szCs w:val="16"/>
              </w:rPr>
            </w:pPr>
          </w:p>
          <w:p w:rsidR="0095421D" w:rsidRPr="0095421D" w:rsidRDefault="0095421D" w:rsidP="0061364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Information </w:t>
            </w:r>
            <w:r w:rsidRPr="0095421D">
              <w:rPr>
                <w:b/>
                <w:sz w:val="16"/>
                <w:szCs w:val="16"/>
              </w:rPr>
              <w:t>expands task</w:t>
            </w:r>
            <w:r w:rsidRPr="0095421D">
              <w:rPr>
                <w:sz w:val="16"/>
                <w:szCs w:val="16"/>
              </w:rPr>
              <w:t xml:space="preserve"> successfully </w:t>
            </w:r>
            <w:r w:rsidRPr="0095421D">
              <w:rPr>
                <w:b/>
                <w:sz w:val="16"/>
                <w:szCs w:val="16"/>
              </w:rPr>
              <w:t>w some details.</w:t>
            </w:r>
          </w:p>
          <w:p w:rsidR="0095421D" w:rsidRPr="0095421D" w:rsidRDefault="0095421D" w:rsidP="00613645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70" w:type="dxa"/>
          </w:tcPr>
          <w:p w:rsidR="0095421D" w:rsidRPr="0095421D" w:rsidRDefault="0095421D" w:rsidP="00613645">
            <w:pPr>
              <w:spacing w:after="0" w:line="240" w:lineRule="auto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Communicates in full sentences creating some paragraph-length information topics.  </w:t>
            </w:r>
          </w:p>
          <w:p w:rsidR="0095421D" w:rsidRPr="0095421D" w:rsidRDefault="0095421D" w:rsidP="00613645">
            <w:pPr>
              <w:spacing w:after="0" w:line="240" w:lineRule="auto"/>
              <w:rPr>
                <w:sz w:val="16"/>
                <w:szCs w:val="16"/>
              </w:rPr>
            </w:pPr>
          </w:p>
          <w:p w:rsidR="0095421D" w:rsidRPr="0095421D" w:rsidRDefault="0095421D" w:rsidP="00613645">
            <w:pPr>
              <w:spacing w:after="0" w:line="240" w:lineRule="auto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Information </w:t>
            </w:r>
            <w:r w:rsidRPr="0095421D">
              <w:rPr>
                <w:b/>
                <w:sz w:val="16"/>
                <w:szCs w:val="16"/>
              </w:rPr>
              <w:t>expands task</w:t>
            </w:r>
            <w:r w:rsidRPr="0095421D">
              <w:rPr>
                <w:sz w:val="16"/>
                <w:szCs w:val="16"/>
              </w:rPr>
              <w:t xml:space="preserve"> successfully, elaborates on the</w:t>
            </w:r>
            <w:r w:rsidRPr="0095421D">
              <w:rPr>
                <w:b/>
                <w:sz w:val="16"/>
                <w:szCs w:val="16"/>
              </w:rPr>
              <w:t xml:space="preserve"> main idea with several details</w:t>
            </w:r>
            <w:r w:rsidRPr="0095421D">
              <w:rPr>
                <w:sz w:val="16"/>
                <w:szCs w:val="16"/>
              </w:rPr>
              <w:t xml:space="preserve">.  </w:t>
            </w:r>
          </w:p>
        </w:tc>
      </w:tr>
      <w:tr w:rsidR="0095421D" w:rsidRPr="0095421D" w:rsidTr="0095421D">
        <w:trPr>
          <w:gridBefore w:val="1"/>
          <w:wBefore w:w="18" w:type="dxa"/>
        </w:trPr>
        <w:tc>
          <w:tcPr>
            <w:tcW w:w="1170" w:type="dxa"/>
          </w:tcPr>
          <w:p w:rsidR="0095421D" w:rsidRPr="0095421D" w:rsidRDefault="0095421D" w:rsidP="00613645">
            <w:pPr>
              <w:pStyle w:val="NoSpacing"/>
              <w:rPr>
                <w:rFonts w:asciiTheme="minorHAnsi" w:hAnsiTheme="minorHAnsi"/>
                <w:b/>
                <w:sz w:val="16"/>
                <w:szCs w:val="16"/>
              </w:rPr>
            </w:pPr>
            <w:r w:rsidRPr="0095421D">
              <w:rPr>
                <w:rFonts w:asciiTheme="minorHAnsi" w:hAnsiTheme="minorHAnsi"/>
                <w:b/>
                <w:sz w:val="16"/>
                <w:szCs w:val="16"/>
              </w:rPr>
              <w:t>Organization</w:t>
            </w:r>
          </w:p>
          <w:p w:rsidR="0095421D" w:rsidRPr="0095421D" w:rsidRDefault="0095421D" w:rsidP="00613645">
            <w:pPr>
              <w:pStyle w:val="NoSpacing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95421D" w:rsidRPr="0095421D" w:rsidRDefault="0095421D" w:rsidP="00613645">
            <w:pPr>
              <w:pStyle w:val="NoSpacing"/>
              <w:rPr>
                <w:rFonts w:asciiTheme="minorHAnsi" w:hAnsiTheme="minorHAnsi"/>
                <w:sz w:val="16"/>
                <w:szCs w:val="16"/>
              </w:rPr>
            </w:pPr>
            <w:r w:rsidRPr="0095421D">
              <w:rPr>
                <w:rFonts w:asciiTheme="minorHAnsi" w:hAnsiTheme="minorHAnsi"/>
                <w:sz w:val="16"/>
                <w:szCs w:val="16"/>
              </w:rPr>
              <w:t xml:space="preserve">   </w:t>
            </w:r>
          </w:p>
        </w:tc>
        <w:tc>
          <w:tcPr>
            <w:tcW w:w="1980" w:type="dxa"/>
            <w:gridSpan w:val="3"/>
          </w:tcPr>
          <w:p w:rsidR="0095421D" w:rsidRPr="0095421D" w:rsidRDefault="0095421D" w:rsidP="00613645">
            <w:pPr>
              <w:spacing w:after="0"/>
              <w:rPr>
                <w:b/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Organization of content is </w:t>
            </w:r>
            <w:r w:rsidRPr="0095421D">
              <w:rPr>
                <w:b/>
                <w:sz w:val="16"/>
                <w:szCs w:val="16"/>
              </w:rPr>
              <w:t>not evident.</w:t>
            </w:r>
          </w:p>
          <w:p w:rsidR="0095421D" w:rsidRPr="0095421D" w:rsidRDefault="0095421D" w:rsidP="00613645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>-Long, unnatural pauses that may disengage the listener as STUDENT searches to continue</w:t>
            </w:r>
          </w:p>
          <w:p w:rsidR="0095421D" w:rsidRPr="0095421D" w:rsidRDefault="0095421D" w:rsidP="00613645">
            <w:pPr>
              <w:spacing w:after="0"/>
              <w:rPr>
                <w:color w:val="FF0000"/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-Pronunciation may make STUDENT unintelligible.  </w:t>
            </w:r>
          </w:p>
        </w:tc>
        <w:tc>
          <w:tcPr>
            <w:tcW w:w="1980" w:type="dxa"/>
            <w:gridSpan w:val="2"/>
          </w:tcPr>
          <w:p w:rsidR="0095421D" w:rsidRPr="0095421D" w:rsidRDefault="0095421D" w:rsidP="00613645">
            <w:pPr>
              <w:spacing w:after="0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Organization of content is </w:t>
            </w:r>
            <w:r w:rsidRPr="0095421D">
              <w:rPr>
                <w:b/>
                <w:sz w:val="16"/>
                <w:szCs w:val="16"/>
              </w:rPr>
              <w:t>attempted</w:t>
            </w:r>
            <w:r w:rsidRPr="0095421D">
              <w:rPr>
                <w:sz w:val="16"/>
                <w:szCs w:val="16"/>
              </w:rPr>
              <w:t>, but falls short.</w:t>
            </w:r>
          </w:p>
          <w:p w:rsidR="0095421D" w:rsidRPr="0095421D" w:rsidRDefault="0095421D" w:rsidP="00613645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>-Long, unnatural pauses that may disengage the listener as STUDENT searches to continue</w:t>
            </w:r>
          </w:p>
          <w:p w:rsidR="0095421D" w:rsidRPr="0095421D" w:rsidRDefault="0095421D" w:rsidP="00613645">
            <w:pPr>
              <w:spacing w:after="0"/>
              <w:rPr>
                <w:color w:val="FF0000"/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>-</w:t>
            </w:r>
            <w:r w:rsidRPr="0095421D">
              <w:rPr>
                <w:rFonts w:cs="Calibri"/>
                <w:sz w:val="16"/>
                <w:szCs w:val="16"/>
              </w:rPr>
              <w:t xml:space="preserve"> understood with difficulty</w:t>
            </w:r>
          </w:p>
        </w:tc>
        <w:tc>
          <w:tcPr>
            <w:tcW w:w="1980" w:type="dxa"/>
            <w:gridSpan w:val="2"/>
          </w:tcPr>
          <w:p w:rsidR="0095421D" w:rsidRPr="0095421D" w:rsidRDefault="0095421D" w:rsidP="00613645">
            <w:pPr>
              <w:spacing w:after="0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Organization of content is evident and </w:t>
            </w:r>
            <w:r w:rsidRPr="0095421D">
              <w:rPr>
                <w:b/>
                <w:sz w:val="16"/>
                <w:szCs w:val="16"/>
              </w:rPr>
              <w:t>contributes to the flow</w:t>
            </w:r>
            <w:r w:rsidRPr="0095421D">
              <w:rPr>
                <w:sz w:val="16"/>
                <w:szCs w:val="16"/>
              </w:rPr>
              <w:t xml:space="preserve"> of the product.</w:t>
            </w:r>
          </w:p>
          <w:p w:rsidR="0095421D" w:rsidRPr="0095421D" w:rsidRDefault="0095421D" w:rsidP="0061364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>-</w:t>
            </w:r>
            <w:r w:rsidRPr="0095421D">
              <w:rPr>
                <w:rFonts w:cs="Calibri"/>
                <w:sz w:val="16"/>
                <w:szCs w:val="16"/>
              </w:rPr>
              <w:t xml:space="preserve"> Hesitant.  </w:t>
            </w:r>
          </w:p>
          <w:p w:rsidR="0095421D" w:rsidRPr="0095421D" w:rsidRDefault="0095421D" w:rsidP="0061364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95421D">
              <w:rPr>
                <w:rFonts w:cs="Calibri"/>
                <w:sz w:val="16"/>
                <w:szCs w:val="16"/>
              </w:rPr>
              <w:t xml:space="preserve">-Strong influence by first language </w:t>
            </w:r>
          </w:p>
          <w:p w:rsidR="0095421D" w:rsidRPr="0095421D" w:rsidRDefault="0095421D" w:rsidP="0061364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trike/>
                <w:color w:val="FF0000"/>
                <w:sz w:val="16"/>
                <w:szCs w:val="16"/>
              </w:rPr>
            </w:pPr>
            <w:r w:rsidRPr="0095421D">
              <w:rPr>
                <w:rFonts w:cs="Calibri"/>
                <w:sz w:val="16"/>
                <w:szCs w:val="16"/>
              </w:rPr>
              <w:t>-Frequent misunderstandings, can generally be understood</w:t>
            </w:r>
          </w:p>
        </w:tc>
        <w:tc>
          <w:tcPr>
            <w:tcW w:w="1980" w:type="dxa"/>
          </w:tcPr>
          <w:p w:rsidR="0095421D" w:rsidRPr="0095421D" w:rsidRDefault="0095421D" w:rsidP="00613645">
            <w:pPr>
              <w:spacing w:after="0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Organization of content is evident and </w:t>
            </w:r>
            <w:r w:rsidRPr="0095421D">
              <w:rPr>
                <w:b/>
                <w:sz w:val="16"/>
                <w:szCs w:val="16"/>
              </w:rPr>
              <w:t>contributes to the fluency</w:t>
            </w:r>
            <w:r w:rsidRPr="0095421D">
              <w:rPr>
                <w:sz w:val="16"/>
                <w:szCs w:val="16"/>
              </w:rPr>
              <w:t xml:space="preserve"> of the product.</w:t>
            </w:r>
          </w:p>
          <w:p w:rsidR="0095421D" w:rsidRPr="0095421D" w:rsidRDefault="0095421D" w:rsidP="00613645">
            <w:pPr>
              <w:spacing w:after="0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>-</w:t>
            </w:r>
            <w:r w:rsidRPr="0095421D">
              <w:rPr>
                <w:rFonts w:cs="Calibri"/>
                <w:sz w:val="16"/>
                <w:szCs w:val="16"/>
              </w:rPr>
              <w:t xml:space="preserve"> speech contains pauses as they search for adequate vocab and  language forms</w:t>
            </w:r>
          </w:p>
          <w:p w:rsidR="0095421D" w:rsidRPr="0095421D" w:rsidRDefault="0095421D" w:rsidP="0061364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FF0000"/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>-</w:t>
            </w:r>
            <w:r w:rsidRPr="0095421D">
              <w:rPr>
                <w:rFonts w:cs="Calibri"/>
                <w:sz w:val="16"/>
                <w:szCs w:val="16"/>
              </w:rPr>
              <w:t xml:space="preserve"> Slight influence by first language</w:t>
            </w:r>
          </w:p>
        </w:tc>
        <w:tc>
          <w:tcPr>
            <w:tcW w:w="2070" w:type="dxa"/>
          </w:tcPr>
          <w:p w:rsidR="0095421D" w:rsidRPr="0095421D" w:rsidRDefault="0095421D" w:rsidP="00613645">
            <w:pPr>
              <w:spacing w:after="0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Organization of content is evident and </w:t>
            </w:r>
            <w:r w:rsidRPr="0095421D">
              <w:rPr>
                <w:b/>
                <w:sz w:val="16"/>
                <w:szCs w:val="16"/>
              </w:rPr>
              <w:t>contributes to the fluency</w:t>
            </w:r>
            <w:r w:rsidRPr="0095421D">
              <w:rPr>
                <w:sz w:val="16"/>
                <w:szCs w:val="16"/>
              </w:rPr>
              <w:t xml:space="preserve"> of the product.</w:t>
            </w:r>
          </w:p>
          <w:p w:rsidR="0095421D" w:rsidRPr="0095421D" w:rsidRDefault="0095421D" w:rsidP="0095421D">
            <w:pPr>
              <w:spacing w:after="0"/>
              <w:rPr>
                <w:b/>
                <w:color w:val="FF0000"/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>-</w:t>
            </w:r>
            <w:r w:rsidRPr="0095421D">
              <w:rPr>
                <w:rFonts w:cs="Calibri"/>
                <w:sz w:val="16"/>
                <w:szCs w:val="16"/>
              </w:rPr>
              <w:t xml:space="preserve"> speech may contain pauses, reformulations and self-corrections as they search for adequate vocabulary and approp</w:t>
            </w:r>
            <w:r>
              <w:rPr>
                <w:rFonts w:cs="Calibri"/>
                <w:sz w:val="16"/>
                <w:szCs w:val="16"/>
              </w:rPr>
              <w:t>r</w:t>
            </w:r>
            <w:r w:rsidRPr="0095421D">
              <w:rPr>
                <w:rFonts w:cs="Calibri"/>
                <w:sz w:val="16"/>
                <w:szCs w:val="16"/>
              </w:rPr>
              <w:t>iat</w:t>
            </w:r>
            <w:r>
              <w:rPr>
                <w:rFonts w:cs="Calibri"/>
                <w:sz w:val="16"/>
                <w:szCs w:val="16"/>
              </w:rPr>
              <w:t>e</w:t>
            </w:r>
            <w:r w:rsidRPr="0095421D">
              <w:rPr>
                <w:rFonts w:cs="Calibri"/>
                <w:sz w:val="16"/>
                <w:szCs w:val="16"/>
              </w:rPr>
              <w:t xml:space="preserve"> language forms</w:t>
            </w:r>
          </w:p>
        </w:tc>
      </w:tr>
      <w:tr w:rsidR="0095421D" w:rsidRPr="0095421D" w:rsidTr="0095421D">
        <w:trPr>
          <w:gridBefore w:val="1"/>
          <w:wBefore w:w="18" w:type="dxa"/>
          <w:trHeight w:val="1448"/>
        </w:trPr>
        <w:tc>
          <w:tcPr>
            <w:tcW w:w="1170" w:type="dxa"/>
          </w:tcPr>
          <w:p w:rsidR="0095421D" w:rsidRPr="0095421D" w:rsidRDefault="0095421D" w:rsidP="00613645">
            <w:pPr>
              <w:pStyle w:val="NoSpacing"/>
              <w:rPr>
                <w:b/>
                <w:sz w:val="16"/>
                <w:szCs w:val="16"/>
              </w:rPr>
            </w:pPr>
            <w:r w:rsidRPr="0095421D">
              <w:rPr>
                <w:b/>
                <w:sz w:val="16"/>
                <w:szCs w:val="16"/>
              </w:rPr>
              <w:t xml:space="preserve">Vocabulary  </w:t>
            </w:r>
          </w:p>
          <w:p w:rsidR="0095421D" w:rsidRPr="0095421D" w:rsidRDefault="0095421D" w:rsidP="00613645">
            <w:pPr>
              <w:pStyle w:val="NoSpacing"/>
              <w:rPr>
                <w:sz w:val="16"/>
                <w:szCs w:val="16"/>
              </w:rPr>
            </w:pPr>
          </w:p>
          <w:p w:rsidR="0095421D" w:rsidRPr="0095421D" w:rsidRDefault="0095421D" w:rsidP="00613645">
            <w:pPr>
              <w:pStyle w:val="NoSpacing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0" w:type="dxa"/>
            <w:gridSpan w:val="3"/>
          </w:tcPr>
          <w:p w:rsidR="0095421D" w:rsidRPr="0095421D" w:rsidRDefault="0095421D" w:rsidP="00613645">
            <w:pPr>
              <w:spacing w:after="0" w:line="240" w:lineRule="auto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There is a </w:t>
            </w:r>
            <w:r w:rsidRPr="0095421D">
              <w:rPr>
                <w:b/>
                <w:sz w:val="16"/>
                <w:szCs w:val="16"/>
              </w:rPr>
              <w:t>moderate variety of vocabular</w:t>
            </w:r>
            <w:r w:rsidRPr="0095421D">
              <w:rPr>
                <w:sz w:val="16"/>
                <w:szCs w:val="16"/>
              </w:rPr>
              <w:t xml:space="preserve">y connected to the task, though </w:t>
            </w:r>
            <w:r w:rsidRPr="0095421D">
              <w:rPr>
                <w:b/>
                <w:sz w:val="16"/>
                <w:szCs w:val="16"/>
              </w:rPr>
              <w:t xml:space="preserve">limited </w:t>
            </w:r>
            <w:proofErr w:type="gramStart"/>
            <w:r w:rsidRPr="0095421D">
              <w:rPr>
                <w:b/>
                <w:sz w:val="16"/>
                <w:szCs w:val="16"/>
              </w:rPr>
              <w:t>to</w:t>
            </w:r>
            <w:r w:rsidRPr="0095421D">
              <w:rPr>
                <w:sz w:val="16"/>
                <w:szCs w:val="16"/>
              </w:rPr>
              <w:t xml:space="preserve">  </w:t>
            </w:r>
            <w:r w:rsidRPr="0095421D">
              <w:rPr>
                <w:b/>
                <w:sz w:val="16"/>
                <w:szCs w:val="16"/>
              </w:rPr>
              <w:t>Checkpoint</w:t>
            </w:r>
            <w:proofErr w:type="gramEnd"/>
            <w:r w:rsidRPr="0095421D">
              <w:rPr>
                <w:b/>
                <w:sz w:val="16"/>
                <w:szCs w:val="16"/>
              </w:rPr>
              <w:t xml:space="preserve"> A</w:t>
            </w:r>
            <w:r w:rsidRPr="0095421D">
              <w:rPr>
                <w:sz w:val="16"/>
                <w:szCs w:val="16"/>
              </w:rPr>
              <w:t xml:space="preserve">. There is </w:t>
            </w:r>
            <w:r w:rsidRPr="0095421D">
              <w:rPr>
                <w:b/>
                <w:sz w:val="16"/>
                <w:szCs w:val="16"/>
              </w:rPr>
              <w:t>repetition</w:t>
            </w:r>
            <w:r w:rsidRPr="0095421D">
              <w:rPr>
                <w:sz w:val="16"/>
                <w:szCs w:val="16"/>
              </w:rPr>
              <w:t xml:space="preserve">.  The use of </w:t>
            </w:r>
            <w:r w:rsidRPr="0095421D">
              <w:rPr>
                <w:b/>
                <w:sz w:val="16"/>
                <w:szCs w:val="16"/>
              </w:rPr>
              <w:t>inaccurate vocabulary may be present.</w:t>
            </w:r>
          </w:p>
        </w:tc>
        <w:tc>
          <w:tcPr>
            <w:tcW w:w="1980" w:type="dxa"/>
            <w:gridSpan w:val="2"/>
          </w:tcPr>
          <w:p w:rsidR="0095421D" w:rsidRPr="0095421D" w:rsidRDefault="0095421D" w:rsidP="00613645">
            <w:pPr>
              <w:spacing w:after="0" w:line="240" w:lineRule="auto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There is a </w:t>
            </w:r>
            <w:r w:rsidRPr="0095421D">
              <w:rPr>
                <w:b/>
                <w:sz w:val="16"/>
                <w:szCs w:val="16"/>
              </w:rPr>
              <w:t>variety of vocabular</w:t>
            </w:r>
            <w:r w:rsidRPr="0095421D">
              <w:rPr>
                <w:sz w:val="16"/>
                <w:szCs w:val="16"/>
              </w:rPr>
              <w:t xml:space="preserve">y connected to the task, </w:t>
            </w:r>
            <w:r w:rsidRPr="0095421D">
              <w:rPr>
                <w:b/>
                <w:sz w:val="16"/>
                <w:szCs w:val="16"/>
              </w:rPr>
              <w:t xml:space="preserve">limited </w:t>
            </w:r>
            <w:proofErr w:type="gramStart"/>
            <w:r w:rsidRPr="0095421D">
              <w:rPr>
                <w:b/>
                <w:sz w:val="16"/>
                <w:szCs w:val="16"/>
              </w:rPr>
              <w:t>to</w:t>
            </w:r>
            <w:r w:rsidRPr="0095421D">
              <w:rPr>
                <w:sz w:val="16"/>
                <w:szCs w:val="16"/>
              </w:rPr>
              <w:t xml:space="preserve">  </w:t>
            </w:r>
            <w:r w:rsidRPr="0095421D">
              <w:rPr>
                <w:b/>
                <w:sz w:val="16"/>
                <w:szCs w:val="16"/>
              </w:rPr>
              <w:t>Checkpoints</w:t>
            </w:r>
            <w:proofErr w:type="gramEnd"/>
            <w:r w:rsidRPr="0095421D">
              <w:rPr>
                <w:b/>
                <w:sz w:val="16"/>
                <w:szCs w:val="16"/>
              </w:rPr>
              <w:t xml:space="preserve"> A &amp; B</w:t>
            </w:r>
            <w:r w:rsidRPr="0095421D">
              <w:rPr>
                <w:sz w:val="16"/>
                <w:szCs w:val="16"/>
              </w:rPr>
              <w:t xml:space="preserve">. There is </w:t>
            </w:r>
            <w:r w:rsidRPr="0095421D">
              <w:rPr>
                <w:b/>
                <w:sz w:val="16"/>
                <w:szCs w:val="16"/>
              </w:rPr>
              <w:t>minimal repetition</w:t>
            </w:r>
            <w:r w:rsidRPr="0095421D">
              <w:rPr>
                <w:sz w:val="16"/>
                <w:szCs w:val="16"/>
              </w:rPr>
              <w:t xml:space="preserve">.  The use of </w:t>
            </w:r>
            <w:r w:rsidRPr="0095421D">
              <w:rPr>
                <w:b/>
                <w:sz w:val="16"/>
                <w:szCs w:val="16"/>
              </w:rPr>
              <w:t>inaccurate vocabulary may be present.</w:t>
            </w:r>
          </w:p>
        </w:tc>
        <w:tc>
          <w:tcPr>
            <w:tcW w:w="1980" w:type="dxa"/>
            <w:gridSpan w:val="2"/>
          </w:tcPr>
          <w:p w:rsidR="0095421D" w:rsidRPr="0095421D" w:rsidRDefault="0095421D" w:rsidP="00613645">
            <w:pPr>
              <w:spacing w:after="0" w:line="240" w:lineRule="auto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There is a </w:t>
            </w:r>
            <w:r w:rsidRPr="0095421D">
              <w:rPr>
                <w:b/>
                <w:sz w:val="16"/>
                <w:szCs w:val="16"/>
              </w:rPr>
              <w:t>wide variety of vocabular</w:t>
            </w:r>
            <w:r w:rsidRPr="0095421D">
              <w:rPr>
                <w:sz w:val="16"/>
                <w:szCs w:val="16"/>
              </w:rPr>
              <w:t xml:space="preserve">y connected to the task, </w:t>
            </w:r>
            <w:r w:rsidRPr="0095421D">
              <w:rPr>
                <w:b/>
                <w:sz w:val="16"/>
                <w:szCs w:val="16"/>
              </w:rPr>
              <w:t>mostly relevant</w:t>
            </w:r>
            <w:r w:rsidRPr="0095421D">
              <w:rPr>
                <w:sz w:val="16"/>
                <w:szCs w:val="16"/>
              </w:rPr>
              <w:t xml:space="preserve"> to </w:t>
            </w:r>
            <w:r w:rsidRPr="0095421D">
              <w:rPr>
                <w:b/>
                <w:sz w:val="16"/>
                <w:szCs w:val="16"/>
              </w:rPr>
              <w:t>Checkpoint A &amp; B</w:t>
            </w:r>
            <w:r w:rsidRPr="0095421D">
              <w:rPr>
                <w:sz w:val="16"/>
                <w:szCs w:val="16"/>
              </w:rPr>
              <w:t xml:space="preserve"> vocabulary, and </w:t>
            </w:r>
            <w:r w:rsidRPr="0095421D">
              <w:rPr>
                <w:b/>
                <w:sz w:val="16"/>
                <w:szCs w:val="16"/>
              </w:rPr>
              <w:t>emerging use of Checkpoint C</w:t>
            </w:r>
            <w:r w:rsidRPr="0095421D">
              <w:rPr>
                <w:sz w:val="16"/>
                <w:szCs w:val="16"/>
              </w:rPr>
              <w:t xml:space="preserve"> with </w:t>
            </w:r>
            <w:r w:rsidRPr="0095421D">
              <w:rPr>
                <w:b/>
                <w:sz w:val="16"/>
                <w:szCs w:val="16"/>
              </w:rPr>
              <w:t>minimal repetition.</w:t>
            </w:r>
            <w:r w:rsidRPr="0095421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0" w:type="dxa"/>
          </w:tcPr>
          <w:p w:rsidR="0095421D" w:rsidRPr="0095421D" w:rsidRDefault="0095421D" w:rsidP="00613645">
            <w:pPr>
              <w:spacing w:after="0" w:line="240" w:lineRule="auto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There is a </w:t>
            </w:r>
            <w:r w:rsidRPr="0095421D">
              <w:rPr>
                <w:b/>
                <w:sz w:val="16"/>
                <w:szCs w:val="16"/>
              </w:rPr>
              <w:t>moderate variety of vocabular</w:t>
            </w:r>
            <w:r w:rsidRPr="0095421D">
              <w:rPr>
                <w:sz w:val="16"/>
                <w:szCs w:val="16"/>
              </w:rPr>
              <w:t xml:space="preserve">y relevant to </w:t>
            </w:r>
            <w:r w:rsidRPr="0095421D">
              <w:rPr>
                <w:b/>
                <w:sz w:val="16"/>
                <w:szCs w:val="16"/>
              </w:rPr>
              <w:t>Checkpoint C and Checkpoint A &amp; B</w:t>
            </w:r>
            <w:r w:rsidRPr="0095421D">
              <w:rPr>
                <w:sz w:val="16"/>
                <w:szCs w:val="16"/>
              </w:rPr>
              <w:t xml:space="preserve"> vocabulary is used effectively, with </w:t>
            </w:r>
            <w:r w:rsidRPr="0095421D">
              <w:rPr>
                <w:b/>
                <w:sz w:val="16"/>
                <w:szCs w:val="16"/>
              </w:rPr>
              <w:t>minimal repetition</w:t>
            </w:r>
            <w:r w:rsidRPr="0095421D">
              <w:rPr>
                <w:sz w:val="16"/>
                <w:szCs w:val="16"/>
              </w:rPr>
              <w:t xml:space="preserve">.  </w:t>
            </w:r>
          </w:p>
        </w:tc>
        <w:tc>
          <w:tcPr>
            <w:tcW w:w="2070" w:type="dxa"/>
          </w:tcPr>
          <w:p w:rsidR="0095421D" w:rsidRPr="0095421D" w:rsidRDefault="0095421D" w:rsidP="00613645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There is a </w:t>
            </w:r>
            <w:r w:rsidRPr="0095421D">
              <w:rPr>
                <w:b/>
                <w:sz w:val="16"/>
                <w:szCs w:val="16"/>
              </w:rPr>
              <w:t>wide range of vocabular</w:t>
            </w:r>
            <w:r w:rsidRPr="0095421D">
              <w:rPr>
                <w:sz w:val="16"/>
                <w:szCs w:val="16"/>
              </w:rPr>
              <w:t xml:space="preserve">y relevant to </w:t>
            </w:r>
            <w:r w:rsidRPr="0095421D">
              <w:rPr>
                <w:b/>
                <w:sz w:val="16"/>
                <w:szCs w:val="16"/>
              </w:rPr>
              <w:t>Checkpoint C and Checkpoint A &amp; B</w:t>
            </w:r>
            <w:r w:rsidRPr="0095421D">
              <w:rPr>
                <w:sz w:val="16"/>
                <w:szCs w:val="16"/>
              </w:rPr>
              <w:t xml:space="preserve"> vocabulary is used effectively, with </w:t>
            </w:r>
            <w:r w:rsidRPr="0095421D">
              <w:rPr>
                <w:b/>
                <w:sz w:val="16"/>
                <w:szCs w:val="16"/>
              </w:rPr>
              <w:t>minimal repetition</w:t>
            </w:r>
            <w:r w:rsidRPr="0095421D">
              <w:rPr>
                <w:sz w:val="16"/>
                <w:szCs w:val="16"/>
              </w:rPr>
              <w:t>.  May include cultural expressions.</w:t>
            </w:r>
          </w:p>
        </w:tc>
      </w:tr>
      <w:tr w:rsidR="0095421D" w:rsidRPr="0095421D" w:rsidTr="0095421D">
        <w:trPr>
          <w:gridBefore w:val="1"/>
          <w:wBefore w:w="18" w:type="dxa"/>
          <w:trHeight w:val="2483"/>
        </w:trPr>
        <w:tc>
          <w:tcPr>
            <w:tcW w:w="1170" w:type="dxa"/>
          </w:tcPr>
          <w:p w:rsidR="0095421D" w:rsidRPr="0095421D" w:rsidRDefault="0095421D" w:rsidP="00613645">
            <w:pPr>
              <w:pStyle w:val="NoSpacing"/>
              <w:rPr>
                <w:b/>
                <w:sz w:val="16"/>
                <w:szCs w:val="16"/>
              </w:rPr>
            </w:pPr>
            <w:r w:rsidRPr="0095421D">
              <w:rPr>
                <w:b/>
                <w:sz w:val="16"/>
                <w:szCs w:val="16"/>
              </w:rPr>
              <w:t>Structure</w:t>
            </w:r>
          </w:p>
          <w:p w:rsidR="0095421D" w:rsidRPr="0095421D" w:rsidRDefault="0095421D" w:rsidP="00613645">
            <w:pPr>
              <w:pStyle w:val="NoSpacing"/>
              <w:rPr>
                <w:sz w:val="16"/>
                <w:szCs w:val="16"/>
              </w:rPr>
            </w:pPr>
          </w:p>
          <w:p w:rsidR="0095421D" w:rsidRPr="0095421D" w:rsidRDefault="0095421D" w:rsidP="00613645">
            <w:pPr>
              <w:pStyle w:val="NoSpacing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ab/>
            </w:r>
          </w:p>
          <w:p w:rsidR="0095421D" w:rsidRPr="0095421D" w:rsidRDefault="0095421D" w:rsidP="00613645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1980" w:type="dxa"/>
            <w:gridSpan w:val="3"/>
          </w:tcPr>
          <w:p w:rsidR="0095421D" w:rsidRPr="0095421D" w:rsidRDefault="0095421D" w:rsidP="00613645">
            <w:pPr>
              <w:spacing w:after="0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Structure and conventions </w:t>
            </w:r>
            <w:r w:rsidRPr="0095421D">
              <w:rPr>
                <w:b/>
                <w:sz w:val="16"/>
                <w:szCs w:val="16"/>
              </w:rPr>
              <w:t xml:space="preserve">meet Checkpoint A with few errors </w:t>
            </w:r>
            <w:r w:rsidRPr="0095421D">
              <w:rPr>
                <w:sz w:val="16"/>
                <w:szCs w:val="16"/>
              </w:rPr>
              <w:t xml:space="preserve">or </w:t>
            </w:r>
            <w:r w:rsidRPr="0095421D">
              <w:rPr>
                <w:b/>
                <w:sz w:val="16"/>
                <w:szCs w:val="16"/>
              </w:rPr>
              <w:t>meets Checkpoint B with errors</w:t>
            </w:r>
            <w:r w:rsidRPr="0095421D">
              <w:rPr>
                <w:sz w:val="16"/>
                <w:szCs w:val="16"/>
              </w:rPr>
              <w:t xml:space="preserve"> that </w:t>
            </w:r>
            <w:r w:rsidRPr="0095421D">
              <w:rPr>
                <w:b/>
                <w:sz w:val="16"/>
                <w:szCs w:val="16"/>
              </w:rPr>
              <w:t>may hinder overall comprehension</w:t>
            </w:r>
            <w:r w:rsidRPr="0095421D">
              <w:rPr>
                <w:sz w:val="16"/>
                <w:szCs w:val="16"/>
              </w:rPr>
              <w:t xml:space="preserve">. STUDENT narrates and describes in </w:t>
            </w:r>
            <w:r w:rsidRPr="0095421D">
              <w:rPr>
                <w:b/>
                <w:sz w:val="16"/>
                <w:szCs w:val="16"/>
              </w:rPr>
              <w:t>one major time frame</w:t>
            </w:r>
            <w:r w:rsidRPr="0095421D">
              <w:rPr>
                <w:sz w:val="16"/>
                <w:szCs w:val="16"/>
              </w:rPr>
              <w:t xml:space="preserve"> (present, past or future). </w:t>
            </w:r>
            <w:r w:rsidRPr="0095421D">
              <w:rPr>
                <w:b/>
                <w:sz w:val="16"/>
                <w:szCs w:val="16"/>
              </w:rPr>
              <w:t>Uses only indicative mood.</w:t>
            </w:r>
          </w:p>
          <w:p w:rsidR="0095421D" w:rsidRPr="0095421D" w:rsidRDefault="0095421D" w:rsidP="00613645">
            <w:pPr>
              <w:spacing w:after="0"/>
              <w:rPr>
                <w:color w:val="FF0000"/>
                <w:sz w:val="16"/>
                <w:szCs w:val="16"/>
              </w:rPr>
            </w:pPr>
          </w:p>
        </w:tc>
        <w:tc>
          <w:tcPr>
            <w:tcW w:w="1980" w:type="dxa"/>
            <w:gridSpan w:val="2"/>
          </w:tcPr>
          <w:p w:rsidR="0095421D" w:rsidRPr="0095421D" w:rsidRDefault="0095421D" w:rsidP="00613645">
            <w:pPr>
              <w:spacing w:after="0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Structure and conventions </w:t>
            </w:r>
            <w:r w:rsidRPr="0095421D">
              <w:rPr>
                <w:b/>
                <w:sz w:val="16"/>
                <w:szCs w:val="16"/>
              </w:rPr>
              <w:t>meet Checkpoint B with some errors</w:t>
            </w:r>
            <w:r w:rsidRPr="0095421D">
              <w:rPr>
                <w:sz w:val="16"/>
                <w:szCs w:val="16"/>
              </w:rPr>
              <w:t xml:space="preserve">.  Errors do not hinder overall comprehension. STUDENT narrates and describes in </w:t>
            </w:r>
            <w:r w:rsidRPr="0095421D">
              <w:rPr>
                <w:b/>
                <w:sz w:val="16"/>
                <w:szCs w:val="16"/>
              </w:rPr>
              <w:t>two major time frames</w:t>
            </w:r>
            <w:r w:rsidRPr="0095421D">
              <w:rPr>
                <w:sz w:val="16"/>
                <w:szCs w:val="16"/>
              </w:rPr>
              <w:t xml:space="preserve"> (present, past or future). </w:t>
            </w:r>
            <w:r w:rsidRPr="0095421D">
              <w:rPr>
                <w:b/>
                <w:sz w:val="16"/>
                <w:szCs w:val="16"/>
              </w:rPr>
              <w:t>Uses only indicative mood.</w:t>
            </w:r>
          </w:p>
        </w:tc>
        <w:tc>
          <w:tcPr>
            <w:tcW w:w="1980" w:type="dxa"/>
            <w:gridSpan w:val="2"/>
          </w:tcPr>
          <w:p w:rsidR="0095421D" w:rsidRPr="0095421D" w:rsidRDefault="0095421D" w:rsidP="00613645">
            <w:pPr>
              <w:spacing w:after="0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Structure and conventions are </w:t>
            </w:r>
            <w:r w:rsidRPr="0095421D">
              <w:rPr>
                <w:b/>
                <w:sz w:val="16"/>
                <w:szCs w:val="16"/>
              </w:rPr>
              <w:t>approaching Checkpoint C with some errors</w:t>
            </w:r>
            <w:r w:rsidRPr="0095421D">
              <w:rPr>
                <w:sz w:val="16"/>
                <w:szCs w:val="16"/>
              </w:rPr>
              <w:t xml:space="preserve"> while </w:t>
            </w:r>
            <w:r w:rsidRPr="0095421D">
              <w:rPr>
                <w:b/>
                <w:sz w:val="16"/>
                <w:szCs w:val="16"/>
              </w:rPr>
              <w:t>meet Checkpoint B with few errors</w:t>
            </w:r>
            <w:r w:rsidRPr="0095421D">
              <w:rPr>
                <w:sz w:val="16"/>
                <w:szCs w:val="16"/>
              </w:rPr>
              <w:t xml:space="preserve">.  Errors do not hinder overall comprehension. STUDENT </w:t>
            </w:r>
            <w:r w:rsidRPr="0095421D">
              <w:rPr>
                <w:b/>
                <w:sz w:val="16"/>
                <w:szCs w:val="16"/>
              </w:rPr>
              <w:t xml:space="preserve">attempts </w:t>
            </w:r>
            <w:r w:rsidRPr="0095421D">
              <w:rPr>
                <w:sz w:val="16"/>
                <w:szCs w:val="16"/>
              </w:rPr>
              <w:t>to</w:t>
            </w:r>
            <w:r w:rsidRPr="0095421D">
              <w:rPr>
                <w:b/>
                <w:sz w:val="16"/>
                <w:szCs w:val="16"/>
              </w:rPr>
              <w:t xml:space="preserve"> </w:t>
            </w:r>
            <w:r w:rsidRPr="0095421D">
              <w:rPr>
                <w:sz w:val="16"/>
                <w:szCs w:val="16"/>
              </w:rPr>
              <w:t xml:space="preserve">narrate and describe in </w:t>
            </w:r>
            <w:r w:rsidRPr="0095421D">
              <w:rPr>
                <w:b/>
                <w:sz w:val="16"/>
                <w:szCs w:val="16"/>
              </w:rPr>
              <w:t>all three major time frames</w:t>
            </w:r>
            <w:r w:rsidRPr="0095421D">
              <w:rPr>
                <w:sz w:val="16"/>
                <w:szCs w:val="16"/>
              </w:rPr>
              <w:t xml:space="preserve"> (present, past and future). </w:t>
            </w:r>
            <w:r w:rsidRPr="0095421D">
              <w:rPr>
                <w:b/>
                <w:sz w:val="16"/>
                <w:szCs w:val="16"/>
              </w:rPr>
              <w:t>Uses only indicative mood.</w:t>
            </w:r>
          </w:p>
        </w:tc>
        <w:tc>
          <w:tcPr>
            <w:tcW w:w="1980" w:type="dxa"/>
          </w:tcPr>
          <w:p w:rsidR="0095421D" w:rsidRPr="0095421D" w:rsidRDefault="0095421D" w:rsidP="00613645">
            <w:pPr>
              <w:spacing w:after="0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Structure and conventions </w:t>
            </w:r>
            <w:r w:rsidRPr="0095421D">
              <w:rPr>
                <w:b/>
                <w:sz w:val="16"/>
                <w:szCs w:val="16"/>
              </w:rPr>
              <w:t>meet Checkpoint C</w:t>
            </w:r>
            <w:r w:rsidRPr="0095421D">
              <w:rPr>
                <w:sz w:val="16"/>
                <w:szCs w:val="16"/>
              </w:rPr>
              <w:t xml:space="preserve">, with </w:t>
            </w:r>
            <w:r w:rsidRPr="0095421D">
              <w:rPr>
                <w:b/>
                <w:sz w:val="16"/>
                <w:szCs w:val="16"/>
              </w:rPr>
              <w:t>some errors</w:t>
            </w:r>
            <w:r w:rsidRPr="0095421D">
              <w:rPr>
                <w:sz w:val="16"/>
                <w:szCs w:val="16"/>
              </w:rPr>
              <w:t xml:space="preserve">.  Errors do not hinder overall comprehension. STUDENT narrates and describe in </w:t>
            </w:r>
            <w:r w:rsidRPr="0095421D">
              <w:rPr>
                <w:b/>
                <w:sz w:val="16"/>
                <w:szCs w:val="16"/>
              </w:rPr>
              <w:t>all three major time frames</w:t>
            </w:r>
            <w:r w:rsidRPr="0095421D">
              <w:rPr>
                <w:sz w:val="16"/>
                <w:szCs w:val="16"/>
              </w:rPr>
              <w:t xml:space="preserve"> (present, past and future) in both indicative and subjunctive. </w:t>
            </w:r>
            <w:r w:rsidRPr="0095421D">
              <w:rPr>
                <w:b/>
                <w:sz w:val="16"/>
                <w:szCs w:val="16"/>
              </w:rPr>
              <w:t>Attempts to provide both indicative and subjunctive moods</w:t>
            </w:r>
            <w:r w:rsidRPr="0095421D">
              <w:rPr>
                <w:sz w:val="16"/>
                <w:szCs w:val="16"/>
              </w:rPr>
              <w:t>.</w:t>
            </w:r>
          </w:p>
        </w:tc>
        <w:tc>
          <w:tcPr>
            <w:tcW w:w="2070" w:type="dxa"/>
          </w:tcPr>
          <w:p w:rsidR="0095421D" w:rsidRPr="0095421D" w:rsidRDefault="0095421D" w:rsidP="00613645">
            <w:pPr>
              <w:spacing w:after="0"/>
              <w:rPr>
                <w:sz w:val="16"/>
                <w:szCs w:val="16"/>
              </w:rPr>
            </w:pPr>
            <w:r w:rsidRPr="0095421D">
              <w:rPr>
                <w:sz w:val="16"/>
                <w:szCs w:val="16"/>
              </w:rPr>
              <w:t xml:space="preserve">Structure and conventions </w:t>
            </w:r>
            <w:r w:rsidRPr="0095421D">
              <w:rPr>
                <w:b/>
                <w:sz w:val="16"/>
                <w:szCs w:val="16"/>
              </w:rPr>
              <w:t>meet Checkpoint C</w:t>
            </w:r>
            <w:r w:rsidRPr="0095421D">
              <w:rPr>
                <w:sz w:val="16"/>
                <w:szCs w:val="16"/>
              </w:rPr>
              <w:t xml:space="preserve">, with </w:t>
            </w:r>
            <w:r w:rsidRPr="0095421D">
              <w:rPr>
                <w:b/>
                <w:sz w:val="16"/>
                <w:szCs w:val="16"/>
              </w:rPr>
              <w:t>minimal errors</w:t>
            </w:r>
            <w:r w:rsidRPr="0095421D">
              <w:rPr>
                <w:sz w:val="16"/>
                <w:szCs w:val="16"/>
              </w:rPr>
              <w:t xml:space="preserve">.  Errors do not hinder overall comprehension. STUDENT narrates and describe in </w:t>
            </w:r>
            <w:r w:rsidRPr="0095421D">
              <w:rPr>
                <w:b/>
                <w:sz w:val="16"/>
                <w:szCs w:val="16"/>
              </w:rPr>
              <w:t>all three major time frames</w:t>
            </w:r>
            <w:r w:rsidRPr="0095421D">
              <w:rPr>
                <w:sz w:val="16"/>
                <w:szCs w:val="16"/>
              </w:rPr>
              <w:t xml:space="preserve"> (present, past and future) in both indicative and subjunctive. </w:t>
            </w:r>
            <w:r w:rsidRPr="0095421D">
              <w:rPr>
                <w:b/>
                <w:sz w:val="16"/>
                <w:szCs w:val="16"/>
              </w:rPr>
              <w:t>Attempts to provide both indicative and subjunctive moods</w:t>
            </w:r>
            <w:r w:rsidRPr="0095421D">
              <w:rPr>
                <w:sz w:val="16"/>
                <w:szCs w:val="16"/>
              </w:rPr>
              <w:t>.</w:t>
            </w:r>
          </w:p>
        </w:tc>
      </w:tr>
      <w:tr w:rsidR="0095421D" w:rsidRPr="007877C0" w:rsidTr="0095421D">
        <w:trPr>
          <w:gridAfter w:val="3"/>
          <w:wAfter w:w="5291" w:type="dxa"/>
          <w:trHeight w:val="269"/>
        </w:trPr>
        <w:tc>
          <w:tcPr>
            <w:tcW w:w="1567" w:type="dxa"/>
            <w:gridSpan w:val="3"/>
          </w:tcPr>
          <w:p w:rsidR="0095421D" w:rsidRPr="0095421D" w:rsidRDefault="0095421D" w:rsidP="009542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5421D">
              <w:rPr>
                <w:b/>
                <w:sz w:val="20"/>
                <w:szCs w:val="20"/>
              </w:rPr>
              <w:t>Q1</w:t>
            </w:r>
          </w:p>
        </w:tc>
        <w:tc>
          <w:tcPr>
            <w:tcW w:w="1440" w:type="dxa"/>
          </w:tcPr>
          <w:p w:rsidR="0095421D" w:rsidRPr="0095421D" w:rsidRDefault="0095421D" w:rsidP="009542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5421D">
              <w:rPr>
                <w:b/>
                <w:sz w:val="20"/>
                <w:szCs w:val="20"/>
              </w:rPr>
              <w:t>Q2</w:t>
            </w:r>
          </w:p>
        </w:tc>
        <w:tc>
          <w:tcPr>
            <w:tcW w:w="1440" w:type="dxa"/>
            <w:gridSpan w:val="2"/>
          </w:tcPr>
          <w:p w:rsidR="0095421D" w:rsidRPr="0095421D" w:rsidRDefault="0095421D" w:rsidP="00DA394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Q3</w:t>
            </w:r>
          </w:p>
        </w:tc>
        <w:tc>
          <w:tcPr>
            <w:tcW w:w="1440" w:type="dxa"/>
            <w:gridSpan w:val="2"/>
          </w:tcPr>
          <w:p w:rsidR="0095421D" w:rsidRPr="0095421D" w:rsidRDefault="0095421D" w:rsidP="009542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D2E579" wp14:editId="02BA10DA">
                      <wp:simplePos x="0" y="0"/>
                      <wp:positionH relativeFrom="column">
                        <wp:posOffset>1025141</wp:posOffset>
                      </wp:positionH>
                      <wp:positionV relativeFrom="paragraph">
                        <wp:posOffset>54713</wp:posOffset>
                      </wp:positionV>
                      <wp:extent cx="3093085" cy="3051545"/>
                      <wp:effectExtent l="0" t="0" r="12065" b="158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3085" cy="3051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5421D" w:rsidRPr="0095421D" w:rsidRDefault="0095421D" w:rsidP="009542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95421D">
                                    <w:rPr>
                                      <w:b/>
                                      <w:u w:val="single"/>
                                    </w:rPr>
                                    <w:t>Conversion</w:t>
                                  </w:r>
                                </w:p>
                                <w:p w:rsidR="0095421D" w:rsidRPr="0095421D" w:rsidRDefault="0095421D" w:rsidP="0095421D">
                                  <w:pPr>
                                    <w:spacing w:after="0" w:line="360" w:lineRule="auto"/>
                                    <w:rPr>
                                      <w:b/>
                                    </w:rPr>
                                  </w:pPr>
                                  <w:r w:rsidRPr="0095421D">
                                    <w:rPr>
                                      <w:b/>
                                    </w:rPr>
                                    <w:t xml:space="preserve">Quarter 1: </w:t>
                                  </w:r>
                                  <w:r w:rsidRPr="0095421D">
                                    <w:rPr>
                                      <w:b/>
                                    </w:rPr>
                                    <w:tab/>
                                    <w:t>Quarter 2:</w:t>
                                  </w:r>
                                  <w:r w:rsidRPr="0095421D">
                                    <w:rPr>
                                      <w:b/>
                                    </w:rPr>
                                    <w:tab/>
                                    <w:t xml:space="preserve"> </w:t>
                                  </w:r>
                                  <w:r w:rsidRPr="0095421D">
                                    <w:rPr>
                                      <w:b/>
                                    </w:rPr>
                                    <w:t>Quarter 3:</w:t>
                                  </w:r>
                                </w:p>
                                <w:p w:rsidR="0095421D" w:rsidRPr="0095421D" w:rsidRDefault="0095421D" w:rsidP="0095421D">
                                  <w:pPr>
                                    <w:spacing w:after="0" w:line="360" w:lineRule="auto"/>
                                    <w:rPr>
                                      <w:b/>
                                    </w:rPr>
                                  </w:pPr>
                                  <w:r w:rsidRPr="0095421D">
                                    <w:rPr>
                                      <w:b/>
                                    </w:rPr>
                                    <w:t>8 = 20</w:t>
                                  </w:r>
                                  <w:r w:rsidRPr="0095421D">
                                    <w:rPr>
                                      <w:b/>
                                    </w:rPr>
                                    <w:tab/>
                                  </w:r>
                                  <w:r w:rsidRPr="0095421D">
                                    <w:rPr>
                                      <w:b/>
                                    </w:rPr>
                                    <w:tab/>
                                    <w:t>12 = 20</w:t>
                                  </w:r>
                                  <w:r w:rsidRPr="0095421D">
                                    <w:rPr>
                                      <w:b/>
                                    </w:rPr>
                                    <w:tab/>
                                  </w:r>
                                  <w:r w:rsidRPr="0095421D">
                                    <w:rPr>
                                      <w:b/>
                                    </w:rPr>
                                    <w:tab/>
                                  </w:r>
                                  <w:r w:rsidRPr="0095421D">
                                    <w:rPr>
                                      <w:b/>
                                    </w:rPr>
                                    <w:t>16 = 20</w:t>
                                  </w:r>
                                </w:p>
                                <w:p w:rsidR="0095421D" w:rsidRPr="0095421D" w:rsidRDefault="0095421D" w:rsidP="0095421D">
                                  <w:pPr>
                                    <w:spacing w:after="0" w:line="360" w:lineRule="auto"/>
                                  </w:pPr>
                                  <w:r w:rsidRPr="0095421D">
                                    <w:t>7 = 18</w:t>
                                  </w:r>
                                  <w:r w:rsidRPr="0095421D">
                                    <w:tab/>
                                  </w:r>
                                  <w:r w:rsidRPr="0095421D">
                                    <w:tab/>
                                    <w:t>11 = 19</w:t>
                                  </w:r>
                                  <w:r w:rsidRPr="0095421D">
                                    <w:tab/>
                                  </w:r>
                                  <w:r w:rsidRPr="0095421D">
                                    <w:tab/>
                                  </w:r>
                                  <w:r w:rsidRPr="0095421D">
                                    <w:t xml:space="preserve">15= 19               </w:t>
                                  </w:r>
                                </w:p>
                                <w:p w:rsidR="0095421D" w:rsidRPr="0095421D" w:rsidRDefault="0095421D" w:rsidP="0095421D">
                                  <w:pPr>
                                    <w:spacing w:after="0" w:line="360" w:lineRule="auto"/>
                                  </w:pPr>
                                  <w:r w:rsidRPr="0095421D">
                                    <w:t>6 = 16</w:t>
                                  </w:r>
                                  <w:r w:rsidRPr="0095421D">
                                    <w:tab/>
                                  </w:r>
                                  <w:r w:rsidRPr="0095421D">
                                    <w:tab/>
                                    <w:t>10 = 18</w:t>
                                  </w:r>
                                  <w:r w:rsidRPr="0095421D">
                                    <w:tab/>
                                  </w:r>
                                  <w:r w:rsidRPr="0095421D">
                                    <w:tab/>
                                  </w:r>
                                  <w:r w:rsidRPr="0095421D">
                                    <w:t xml:space="preserve">14 = 18 </w:t>
                                  </w:r>
                                  <w:r w:rsidRPr="0095421D">
                                    <w:rPr>
                                      <w:b/>
                                    </w:rPr>
                                    <w:t xml:space="preserve">            </w:t>
                                  </w:r>
                                </w:p>
                                <w:p w:rsidR="0095421D" w:rsidRPr="0095421D" w:rsidRDefault="0095421D" w:rsidP="0095421D">
                                  <w:pPr>
                                    <w:spacing w:after="0" w:line="360" w:lineRule="auto"/>
                                  </w:pPr>
                                  <w:r w:rsidRPr="0095421D">
                                    <w:t>5 = 14</w:t>
                                  </w:r>
                                  <w:r w:rsidRPr="0095421D">
                                    <w:tab/>
                                  </w:r>
                                  <w:r w:rsidRPr="0095421D">
                                    <w:tab/>
                                    <w:t>9= 17</w:t>
                                  </w:r>
                                  <w:r w:rsidRPr="0095421D">
                                    <w:tab/>
                                  </w:r>
                                  <w:r w:rsidRPr="0095421D">
                                    <w:tab/>
                                  </w:r>
                                  <w:r w:rsidRPr="0095421D">
                                    <w:rPr>
                                      <w:b/>
                                    </w:rPr>
                                    <w:t>13 = 17</w:t>
                                  </w:r>
                                </w:p>
                                <w:p w:rsidR="0095421D" w:rsidRPr="0095421D" w:rsidRDefault="0095421D" w:rsidP="0095421D">
                                  <w:pPr>
                                    <w:spacing w:after="0" w:line="360" w:lineRule="auto"/>
                                    <w:rPr>
                                      <w:b/>
                                    </w:rPr>
                                  </w:pPr>
                                  <w:r w:rsidRPr="0095421D">
                                    <w:rPr>
                                      <w:b/>
                                    </w:rPr>
                                    <w:t>4 = 12</w:t>
                                  </w:r>
                                  <w:r w:rsidRPr="0095421D">
                                    <w:rPr>
                                      <w:b/>
                                    </w:rPr>
                                    <w:tab/>
                                  </w:r>
                                  <w:r w:rsidRPr="0095421D">
                                    <w:rPr>
                                      <w:b/>
                                    </w:rPr>
                                    <w:tab/>
                                  </w:r>
                                  <w:r w:rsidRPr="0095421D">
                                    <w:rPr>
                                      <w:b/>
                                    </w:rPr>
                                    <w:t>8 = 16</w:t>
                                  </w:r>
                                  <w:r w:rsidRPr="0095421D">
                                    <w:rPr>
                                      <w:b/>
                                    </w:rPr>
                                    <w:tab/>
                                  </w:r>
                                  <w:r w:rsidRPr="0095421D">
                                    <w:rPr>
                                      <w:b/>
                                    </w:rPr>
                                    <w:tab/>
                                  </w:r>
                                  <w:r w:rsidRPr="0095421D">
                                    <w:t>12 = 16</w:t>
                                  </w:r>
                                </w:p>
                                <w:p w:rsidR="0095421D" w:rsidRPr="0095421D" w:rsidRDefault="0095421D" w:rsidP="0095421D">
                                  <w:pPr>
                                    <w:spacing w:after="0" w:line="360" w:lineRule="auto"/>
                                  </w:pPr>
                                  <w:r w:rsidRPr="0095421D">
                                    <w:rPr>
                                      <w:b/>
                                    </w:rPr>
                                    <w:tab/>
                                  </w:r>
                                  <w:r w:rsidRPr="0095421D">
                                    <w:rPr>
                                      <w:b/>
                                    </w:rPr>
                                    <w:tab/>
                                  </w:r>
                                  <w:r w:rsidRPr="0095421D">
                                    <w:t>7 = 15</w:t>
                                  </w:r>
                                  <w:r w:rsidRPr="0095421D">
                                    <w:tab/>
                                  </w:r>
                                  <w:r w:rsidRPr="0095421D">
                                    <w:tab/>
                                    <w:t xml:space="preserve">11 = 15            </w:t>
                                  </w:r>
                                </w:p>
                                <w:p w:rsidR="0095421D" w:rsidRPr="0095421D" w:rsidRDefault="0095421D" w:rsidP="0095421D">
                                  <w:pPr>
                                    <w:spacing w:after="0" w:line="360" w:lineRule="auto"/>
                                    <w:ind w:left="720" w:firstLine="720"/>
                                  </w:pPr>
                                  <w:r w:rsidRPr="0095421D">
                                    <w:t>6 = 14</w:t>
                                  </w:r>
                                  <w:r w:rsidRPr="0095421D">
                                    <w:tab/>
                                  </w:r>
                                  <w:r w:rsidRPr="0095421D">
                                    <w:tab/>
                                  </w:r>
                                  <w:r w:rsidRPr="0095421D">
                                    <w:rPr>
                                      <w:b/>
                                    </w:rPr>
                                    <w:t>10 = 14</w:t>
                                  </w:r>
                                </w:p>
                                <w:p w:rsidR="0095421D" w:rsidRPr="0095421D" w:rsidRDefault="0095421D" w:rsidP="0095421D">
                                  <w:pPr>
                                    <w:spacing w:after="0" w:line="360" w:lineRule="auto"/>
                                    <w:ind w:left="720" w:firstLine="720"/>
                                  </w:pPr>
                                  <w:r w:rsidRPr="0095421D">
                                    <w:t>5 = 13</w:t>
                                  </w:r>
                                  <w:r w:rsidRPr="0095421D">
                                    <w:tab/>
                                  </w:r>
                                  <w:r w:rsidRPr="0095421D">
                                    <w:tab/>
                                  </w:r>
                                  <w:r w:rsidRPr="0095421D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95421D">
                                    <w:t>9 = 13</w:t>
                                  </w:r>
                                </w:p>
                                <w:p w:rsidR="0095421D" w:rsidRPr="0095421D" w:rsidRDefault="0095421D" w:rsidP="0095421D">
                                  <w:pPr>
                                    <w:spacing w:after="0" w:line="360" w:lineRule="auto"/>
                                    <w:ind w:left="720" w:firstLine="720"/>
                                  </w:pPr>
                                  <w:r w:rsidRPr="0095421D">
                                    <w:rPr>
                                      <w:b/>
                                    </w:rPr>
                                    <w:t xml:space="preserve">4 = 12 </w:t>
                                  </w:r>
                                  <w:r w:rsidRPr="0095421D">
                                    <w:rPr>
                                      <w:b/>
                                    </w:rPr>
                                    <w:tab/>
                                  </w:r>
                                  <w:r w:rsidRPr="0095421D">
                                    <w:rPr>
                                      <w:b/>
                                    </w:rPr>
                                    <w:tab/>
                                  </w:r>
                                  <w:r w:rsidRPr="0095421D">
                                    <w:t>8 = 12</w:t>
                                  </w:r>
                                  <w:r w:rsidRPr="0095421D">
                                    <w:tab/>
                                    <w:t xml:space="preserve">  </w:t>
                                  </w:r>
                                </w:p>
                                <w:p w:rsidR="0095421D" w:rsidRPr="0095421D" w:rsidRDefault="0095421D" w:rsidP="0095421D">
                                  <w:pPr>
                                    <w:spacing w:after="0" w:line="360" w:lineRule="auto"/>
                                    <w:ind w:left="2160" w:firstLine="720"/>
                                    <w:rPr>
                                      <w:b/>
                                    </w:rPr>
                                  </w:pPr>
                                  <w:r w:rsidRPr="0095421D">
                                    <w:rPr>
                                      <w:b/>
                                    </w:rPr>
                                    <w:t>7 = 11</w:t>
                                  </w:r>
                                  <w:r w:rsidRPr="0095421D">
                                    <w:rPr>
                                      <w:b/>
                                    </w:rPr>
                                    <w:tab/>
                                    <w:t xml:space="preserve"> </w:t>
                                  </w:r>
                                </w:p>
                                <w:p w:rsidR="0095421D" w:rsidRPr="0095421D" w:rsidRDefault="0095421D" w:rsidP="0095421D">
                                  <w:pPr>
                                    <w:spacing w:after="0" w:line="360" w:lineRule="auto"/>
                                    <w:ind w:left="2160" w:firstLine="720"/>
                                  </w:pPr>
                                  <w:r w:rsidRPr="0095421D">
                                    <w:t xml:space="preserve">6 = 10        </w:t>
                                  </w:r>
                                  <w:r w:rsidRPr="0095421D">
                                    <w:tab/>
                                  </w:r>
                                </w:p>
                                <w:p w:rsidR="0095421D" w:rsidRPr="0095421D" w:rsidRDefault="0095421D" w:rsidP="0095421D">
                                  <w:pPr>
                                    <w:spacing w:after="0" w:line="360" w:lineRule="auto"/>
                                    <w:ind w:left="2160" w:firstLine="720"/>
                                  </w:pPr>
                                  <w:r w:rsidRPr="0095421D">
                                    <w:t xml:space="preserve">5 = 9        </w:t>
                                  </w:r>
                                </w:p>
                                <w:p w:rsidR="0095421D" w:rsidRPr="0095421D" w:rsidRDefault="0095421D" w:rsidP="0095421D">
                                  <w:pPr>
                                    <w:spacing w:after="0" w:line="360" w:lineRule="auto"/>
                                    <w:ind w:left="2160" w:firstLine="720"/>
                                    <w:rPr>
                                      <w:b/>
                                    </w:rPr>
                                  </w:pPr>
                                  <w:r w:rsidRPr="0095421D">
                                    <w:rPr>
                                      <w:b/>
                                    </w:rPr>
                                    <w:t>4 = 8</w:t>
                                  </w:r>
                                </w:p>
                                <w:p w:rsidR="0095421D" w:rsidRDefault="0095421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80.7pt;margin-top:4.3pt;width:243.55pt;height:24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" fillcolor="white [3201]" strokeweight=".5pt">
                      <v:textbox>
                        <w:txbxContent>
                          <w:p w:rsidR="0095421D" w:rsidRPr="0095421D" w:rsidRDefault="0095421D" w:rsidP="0095421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95421D">
                              <w:rPr>
                                <w:b/>
                                <w:u w:val="single"/>
                              </w:rPr>
                              <w:t>Conversion</w:t>
                            </w:r>
                          </w:p>
                          <w:p w:rsidR="0095421D" w:rsidRPr="0095421D" w:rsidRDefault="0095421D" w:rsidP="0095421D">
                            <w:pPr>
                              <w:spacing w:after="0" w:line="360" w:lineRule="auto"/>
                              <w:rPr>
                                <w:b/>
                              </w:rPr>
                            </w:pPr>
                            <w:r w:rsidRPr="0095421D">
                              <w:rPr>
                                <w:b/>
                              </w:rPr>
                              <w:t xml:space="preserve">Quarter 1: </w:t>
                            </w:r>
                            <w:r w:rsidRPr="0095421D">
                              <w:rPr>
                                <w:b/>
                              </w:rPr>
                              <w:tab/>
                              <w:t>Quarter 2:</w:t>
                            </w:r>
                            <w:r w:rsidRPr="0095421D">
                              <w:rPr>
                                <w:b/>
                              </w:rPr>
                              <w:tab/>
                              <w:t xml:space="preserve"> </w:t>
                            </w:r>
                            <w:r w:rsidRPr="0095421D">
                              <w:rPr>
                                <w:b/>
                              </w:rPr>
                              <w:t>Quarter 3:</w:t>
                            </w:r>
                          </w:p>
                          <w:p w:rsidR="0095421D" w:rsidRPr="0095421D" w:rsidRDefault="0095421D" w:rsidP="0095421D">
                            <w:pPr>
                              <w:spacing w:after="0" w:line="360" w:lineRule="auto"/>
                              <w:rPr>
                                <w:b/>
                              </w:rPr>
                            </w:pPr>
                            <w:r w:rsidRPr="0095421D">
                              <w:rPr>
                                <w:b/>
                              </w:rPr>
                              <w:t>8 = 20</w:t>
                            </w:r>
                            <w:r w:rsidRPr="0095421D">
                              <w:rPr>
                                <w:b/>
                              </w:rPr>
                              <w:tab/>
                            </w:r>
                            <w:r w:rsidRPr="0095421D">
                              <w:rPr>
                                <w:b/>
                              </w:rPr>
                              <w:tab/>
                              <w:t>12 = 20</w:t>
                            </w:r>
                            <w:r w:rsidRPr="0095421D">
                              <w:rPr>
                                <w:b/>
                              </w:rPr>
                              <w:tab/>
                            </w:r>
                            <w:r w:rsidRPr="0095421D">
                              <w:rPr>
                                <w:b/>
                              </w:rPr>
                              <w:tab/>
                            </w:r>
                            <w:r w:rsidRPr="0095421D">
                              <w:rPr>
                                <w:b/>
                              </w:rPr>
                              <w:t>16 = 20</w:t>
                            </w:r>
                          </w:p>
                          <w:p w:rsidR="0095421D" w:rsidRPr="0095421D" w:rsidRDefault="0095421D" w:rsidP="0095421D">
                            <w:pPr>
                              <w:spacing w:after="0" w:line="360" w:lineRule="auto"/>
                            </w:pPr>
                            <w:r w:rsidRPr="0095421D">
                              <w:t>7 = 18</w:t>
                            </w:r>
                            <w:r w:rsidRPr="0095421D">
                              <w:tab/>
                            </w:r>
                            <w:r w:rsidRPr="0095421D">
                              <w:tab/>
                              <w:t>11 = 19</w:t>
                            </w:r>
                            <w:r w:rsidRPr="0095421D">
                              <w:tab/>
                            </w:r>
                            <w:r w:rsidRPr="0095421D">
                              <w:tab/>
                            </w:r>
                            <w:r w:rsidRPr="0095421D">
                              <w:t xml:space="preserve">15= 19               </w:t>
                            </w:r>
                          </w:p>
                          <w:p w:rsidR="0095421D" w:rsidRPr="0095421D" w:rsidRDefault="0095421D" w:rsidP="0095421D">
                            <w:pPr>
                              <w:spacing w:after="0" w:line="360" w:lineRule="auto"/>
                            </w:pPr>
                            <w:r w:rsidRPr="0095421D">
                              <w:t>6 = 16</w:t>
                            </w:r>
                            <w:r w:rsidRPr="0095421D">
                              <w:tab/>
                            </w:r>
                            <w:r w:rsidRPr="0095421D">
                              <w:tab/>
                              <w:t>10 = 18</w:t>
                            </w:r>
                            <w:r w:rsidRPr="0095421D">
                              <w:tab/>
                            </w:r>
                            <w:r w:rsidRPr="0095421D">
                              <w:tab/>
                            </w:r>
                            <w:r w:rsidRPr="0095421D">
                              <w:t xml:space="preserve">14 = 18 </w:t>
                            </w:r>
                            <w:r w:rsidRPr="0095421D">
                              <w:rPr>
                                <w:b/>
                              </w:rPr>
                              <w:t xml:space="preserve">            </w:t>
                            </w:r>
                          </w:p>
                          <w:p w:rsidR="0095421D" w:rsidRPr="0095421D" w:rsidRDefault="0095421D" w:rsidP="0095421D">
                            <w:pPr>
                              <w:spacing w:after="0" w:line="360" w:lineRule="auto"/>
                            </w:pPr>
                            <w:r w:rsidRPr="0095421D">
                              <w:t>5 = 14</w:t>
                            </w:r>
                            <w:r w:rsidRPr="0095421D">
                              <w:tab/>
                            </w:r>
                            <w:r w:rsidRPr="0095421D">
                              <w:tab/>
                              <w:t>9= 17</w:t>
                            </w:r>
                            <w:r w:rsidRPr="0095421D">
                              <w:tab/>
                            </w:r>
                            <w:r w:rsidRPr="0095421D">
                              <w:tab/>
                            </w:r>
                            <w:r w:rsidRPr="0095421D">
                              <w:rPr>
                                <w:b/>
                              </w:rPr>
                              <w:t>13 = 17</w:t>
                            </w:r>
                          </w:p>
                          <w:p w:rsidR="0095421D" w:rsidRPr="0095421D" w:rsidRDefault="0095421D" w:rsidP="0095421D">
                            <w:pPr>
                              <w:spacing w:after="0" w:line="360" w:lineRule="auto"/>
                              <w:rPr>
                                <w:b/>
                              </w:rPr>
                            </w:pPr>
                            <w:r w:rsidRPr="0095421D">
                              <w:rPr>
                                <w:b/>
                              </w:rPr>
                              <w:t>4 = 12</w:t>
                            </w:r>
                            <w:r w:rsidRPr="0095421D">
                              <w:rPr>
                                <w:b/>
                              </w:rPr>
                              <w:tab/>
                            </w:r>
                            <w:r w:rsidRPr="0095421D">
                              <w:rPr>
                                <w:b/>
                              </w:rPr>
                              <w:tab/>
                            </w:r>
                            <w:r w:rsidRPr="0095421D">
                              <w:rPr>
                                <w:b/>
                              </w:rPr>
                              <w:t>8 = 16</w:t>
                            </w:r>
                            <w:r w:rsidRPr="0095421D">
                              <w:rPr>
                                <w:b/>
                              </w:rPr>
                              <w:tab/>
                            </w:r>
                            <w:r w:rsidRPr="0095421D">
                              <w:rPr>
                                <w:b/>
                              </w:rPr>
                              <w:tab/>
                            </w:r>
                            <w:r w:rsidRPr="0095421D">
                              <w:t>12 = 16</w:t>
                            </w:r>
                          </w:p>
                          <w:p w:rsidR="0095421D" w:rsidRPr="0095421D" w:rsidRDefault="0095421D" w:rsidP="0095421D">
                            <w:pPr>
                              <w:spacing w:after="0" w:line="360" w:lineRule="auto"/>
                            </w:pPr>
                            <w:r w:rsidRPr="0095421D">
                              <w:rPr>
                                <w:b/>
                              </w:rPr>
                              <w:tab/>
                            </w:r>
                            <w:r w:rsidRPr="0095421D">
                              <w:rPr>
                                <w:b/>
                              </w:rPr>
                              <w:tab/>
                            </w:r>
                            <w:r w:rsidRPr="0095421D">
                              <w:t>7 = 15</w:t>
                            </w:r>
                            <w:r w:rsidRPr="0095421D">
                              <w:tab/>
                            </w:r>
                            <w:r w:rsidRPr="0095421D">
                              <w:tab/>
                              <w:t xml:space="preserve">11 = 15            </w:t>
                            </w:r>
                          </w:p>
                          <w:p w:rsidR="0095421D" w:rsidRPr="0095421D" w:rsidRDefault="0095421D" w:rsidP="0095421D">
                            <w:pPr>
                              <w:spacing w:after="0" w:line="360" w:lineRule="auto"/>
                              <w:ind w:left="720" w:firstLine="720"/>
                            </w:pPr>
                            <w:r w:rsidRPr="0095421D">
                              <w:t>6 = 14</w:t>
                            </w:r>
                            <w:r w:rsidRPr="0095421D">
                              <w:tab/>
                            </w:r>
                            <w:r w:rsidRPr="0095421D">
                              <w:tab/>
                            </w:r>
                            <w:r w:rsidRPr="0095421D">
                              <w:rPr>
                                <w:b/>
                              </w:rPr>
                              <w:t>10 = 14</w:t>
                            </w:r>
                          </w:p>
                          <w:p w:rsidR="0095421D" w:rsidRPr="0095421D" w:rsidRDefault="0095421D" w:rsidP="0095421D">
                            <w:pPr>
                              <w:spacing w:after="0" w:line="360" w:lineRule="auto"/>
                              <w:ind w:left="720" w:firstLine="720"/>
                            </w:pPr>
                            <w:r w:rsidRPr="0095421D">
                              <w:t>5 = 13</w:t>
                            </w:r>
                            <w:r w:rsidRPr="0095421D">
                              <w:tab/>
                            </w:r>
                            <w:r w:rsidRPr="0095421D">
                              <w:tab/>
                            </w:r>
                            <w:r w:rsidRPr="0095421D">
                              <w:rPr>
                                <w:b/>
                              </w:rPr>
                              <w:t xml:space="preserve"> </w:t>
                            </w:r>
                            <w:r w:rsidRPr="0095421D">
                              <w:t>9 = 13</w:t>
                            </w:r>
                          </w:p>
                          <w:p w:rsidR="0095421D" w:rsidRPr="0095421D" w:rsidRDefault="0095421D" w:rsidP="0095421D">
                            <w:pPr>
                              <w:spacing w:after="0" w:line="360" w:lineRule="auto"/>
                              <w:ind w:left="720" w:firstLine="720"/>
                            </w:pPr>
                            <w:r w:rsidRPr="0095421D">
                              <w:rPr>
                                <w:b/>
                              </w:rPr>
                              <w:t xml:space="preserve">4 = 12 </w:t>
                            </w:r>
                            <w:r w:rsidRPr="0095421D">
                              <w:rPr>
                                <w:b/>
                              </w:rPr>
                              <w:tab/>
                            </w:r>
                            <w:r w:rsidRPr="0095421D">
                              <w:rPr>
                                <w:b/>
                              </w:rPr>
                              <w:tab/>
                            </w:r>
                            <w:r w:rsidRPr="0095421D">
                              <w:t>8 = 12</w:t>
                            </w:r>
                            <w:r w:rsidRPr="0095421D">
                              <w:tab/>
                              <w:t xml:space="preserve">  </w:t>
                            </w:r>
                          </w:p>
                          <w:p w:rsidR="0095421D" w:rsidRPr="0095421D" w:rsidRDefault="0095421D" w:rsidP="0095421D">
                            <w:pPr>
                              <w:spacing w:after="0" w:line="360" w:lineRule="auto"/>
                              <w:ind w:left="2160" w:firstLine="720"/>
                              <w:rPr>
                                <w:b/>
                              </w:rPr>
                            </w:pPr>
                            <w:r w:rsidRPr="0095421D">
                              <w:rPr>
                                <w:b/>
                              </w:rPr>
                              <w:t>7 = 11</w:t>
                            </w:r>
                            <w:r w:rsidRPr="0095421D">
                              <w:rPr>
                                <w:b/>
                              </w:rPr>
                              <w:tab/>
                              <w:t xml:space="preserve"> </w:t>
                            </w:r>
                          </w:p>
                          <w:p w:rsidR="0095421D" w:rsidRPr="0095421D" w:rsidRDefault="0095421D" w:rsidP="0095421D">
                            <w:pPr>
                              <w:spacing w:after="0" w:line="360" w:lineRule="auto"/>
                              <w:ind w:left="2160" w:firstLine="720"/>
                            </w:pPr>
                            <w:r w:rsidRPr="0095421D">
                              <w:t xml:space="preserve">6 = 10        </w:t>
                            </w:r>
                            <w:r w:rsidRPr="0095421D">
                              <w:tab/>
                            </w:r>
                          </w:p>
                          <w:p w:rsidR="0095421D" w:rsidRPr="0095421D" w:rsidRDefault="0095421D" w:rsidP="0095421D">
                            <w:pPr>
                              <w:spacing w:after="0" w:line="360" w:lineRule="auto"/>
                              <w:ind w:left="2160" w:firstLine="720"/>
                            </w:pPr>
                            <w:r w:rsidRPr="0095421D">
                              <w:t xml:space="preserve">5 = 9        </w:t>
                            </w:r>
                          </w:p>
                          <w:p w:rsidR="0095421D" w:rsidRPr="0095421D" w:rsidRDefault="0095421D" w:rsidP="0095421D">
                            <w:pPr>
                              <w:spacing w:after="0" w:line="360" w:lineRule="auto"/>
                              <w:ind w:left="2160" w:firstLine="720"/>
                              <w:rPr>
                                <w:b/>
                              </w:rPr>
                            </w:pPr>
                            <w:r w:rsidRPr="0095421D">
                              <w:rPr>
                                <w:b/>
                              </w:rPr>
                              <w:t>4 = 8</w:t>
                            </w:r>
                          </w:p>
                          <w:p w:rsidR="0095421D" w:rsidRDefault="0095421D"/>
                        </w:txbxContent>
                      </v:textbox>
                    </v:shape>
                  </w:pict>
                </mc:Fallback>
              </mc:AlternateContent>
            </w:r>
            <w:r w:rsidRPr="0095421D">
              <w:rPr>
                <w:b/>
                <w:sz w:val="20"/>
                <w:szCs w:val="20"/>
              </w:rPr>
              <w:t>Q</w:t>
            </w:r>
            <w:r>
              <w:rPr>
                <w:b/>
                <w:sz w:val="20"/>
                <w:szCs w:val="20"/>
              </w:rPr>
              <w:t>4</w:t>
            </w:r>
          </w:p>
        </w:tc>
      </w:tr>
      <w:tr w:rsidR="0095421D" w:rsidTr="0095421D">
        <w:trPr>
          <w:gridAfter w:val="3"/>
          <w:wAfter w:w="5291" w:type="dxa"/>
          <w:trHeight w:val="1340"/>
        </w:trPr>
        <w:tc>
          <w:tcPr>
            <w:tcW w:w="1567" w:type="dxa"/>
            <w:gridSpan w:val="3"/>
          </w:tcPr>
          <w:p w:rsidR="0095421D" w:rsidRDefault="0095421D" w:rsidP="00DA3943">
            <w:pPr>
              <w:pStyle w:val="NoSpacing"/>
              <w:rPr>
                <w:sz w:val="16"/>
                <w:szCs w:val="16"/>
              </w:rPr>
            </w:pPr>
          </w:p>
          <w:p w:rsidR="0095421D" w:rsidRDefault="0095421D" w:rsidP="00DA3943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1.___</w:t>
            </w:r>
          </w:p>
          <w:p w:rsidR="0095421D" w:rsidRDefault="0095421D" w:rsidP="00DA3943">
            <w:pPr>
              <w:pStyle w:val="NoSpacing"/>
              <w:rPr>
                <w:sz w:val="16"/>
                <w:szCs w:val="16"/>
              </w:rPr>
            </w:pPr>
          </w:p>
          <w:p w:rsidR="0095421D" w:rsidRDefault="0095421D" w:rsidP="00DA3943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2.___</w:t>
            </w:r>
          </w:p>
          <w:p w:rsidR="0095421D" w:rsidRDefault="0095421D" w:rsidP="00DA3943">
            <w:pPr>
              <w:pStyle w:val="NoSpacing"/>
              <w:rPr>
                <w:sz w:val="16"/>
                <w:szCs w:val="16"/>
              </w:rPr>
            </w:pP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3.___</w:t>
            </w:r>
          </w:p>
        </w:tc>
        <w:tc>
          <w:tcPr>
            <w:tcW w:w="1440" w:type="dxa"/>
          </w:tcPr>
          <w:p w:rsidR="0095421D" w:rsidRDefault="0095421D" w:rsidP="00DA3943">
            <w:pPr>
              <w:pStyle w:val="NoSpacing"/>
              <w:rPr>
                <w:sz w:val="16"/>
                <w:szCs w:val="16"/>
              </w:rPr>
            </w:pPr>
          </w:p>
          <w:p w:rsidR="0095421D" w:rsidRDefault="0095421D" w:rsidP="00DA3943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1.___, ___</w:t>
            </w:r>
          </w:p>
          <w:p w:rsidR="0095421D" w:rsidRDefault="0095421D" w:rsidP="00DA3943">
            <w:pPr>
              <w:pStyle w:val="NoSpacing"/>
              <w:rPr>
                <w:sz w:val="16"/>
                <w:szCs w:val="16"/>
              </w:rPr>
            </w:pPr>
          </w:p>
          <w:p w:rsidR="0095421D" w:rsidRDefault="0095421D" w:rsidP="00DA3943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2.___, ___</w:t>
            </w:r>
          </w:p>
          <w:p w:rsidR="0095421D" w:rsidRDefault="0095421D" w:rsidP="00DA3943">
            <w:pPr>
              <w:pStyle w:val="NoSpacing"/>
              <w:rPr>
                <w:sz w:val="16"/>
                <w:szCs w:val="16"/>
              </w:rPr>
            </w:pP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3.___, ___</w:t>
            </w:r>
          </w:p>
        </w:tc>
        <w:tc>
          <w:tcPr>
            <w:tcW w:w="1440" w:type="dxa"/>
            <w:gridSpan w:val="2"/>
          </w:tcPr>
          <w:p w:rsidR="0095421D" w:rsidRDefault="0095421D" w:rsidP="00DA3943">
            <w:pPr>
              <w:pStyle w:val="NoSpacing"/>
              <w:rPr>
                <w:sz w:val="16"/>
                <w:szCs w:val="16"/>
              </w:rPr>
            </w:pPr>
          </w:p>
          <w:p w:rsidR="0095421D" w:rsidRDefault="0095421D" w:rsidP="00DA3943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1.___, ___,___</w:t>
            </w:r>
          </w:p>
          <w:p w:rsidR="0095421D" w:rsidRDefault="0095421D" w:rsidP="00DA3943">
            <w:pPr>
              <w:pStyle w:val="NoSpacing"/>
              <w:rPr>
                <w:sz w:val="16"/>
                <w:szCs w:val="16"/>
              </w:rPr>
            </w:pPr>
          </w:p>
          <w:p w:rsidR="0095421D" w:rsidRDefault="0095421D" w:rsidP="00DA3943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2.___, ___,___</w:t>
            </w:r>
          </w:p>
          <w:p w:rsidR="0095421D" w:rsidRDefault="0095421D" w:rsidP="00DA3943">
            <w:pPr>
              <w:pStyle w:val="NoSpacing"/>
              <w:rPr>
                <w:sz w:val="16"/>
                <w:szCs w:val="16"/>
              </w:rPr>
            </w:pP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3.___, ___,___</w:t>
            </w:r>
          </w:p>
        </w:tc>
        <w:tc>
          <w:tcPr>
            <w:tcW w:w="1440" w:type="dxa"/>
            <w:gridSpan w:val="2"/>
          </w:tcPr>
          <w:p w:rsidR="0095421D" w:rsidRDefault="0095421D" w:rsidP="00DA3943">
            <w:pPr>
              <w:pStyle w:val="NoSpacing"/>
              <w:rPr>
                <w:sz w:val="16"/>
                <w:szCs w:val="16"/>
              </w:rPr>
            </w:pPr>
          </w:p>
          <w:p w:rsidR="0095421D" w:rsidRDefault="0095421D" w:rsidP="0095421D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1.___, ___,___</w:t>
            </w:r>
          </w:p>
          <w:p w:rsidR="0095421D" w:rsidRDefault="0095421D" w:rsidP="0095421D">
            <w:pPr>
              <w:pStyle w:val="NoSpacing"/>
              <w:rPr>
                <w:sz w:val="16"/>
                <w:szCs w:val="16"/>
              </w:rPr>
            </w:pPr>
          </w:p>
          <w:p w:rsidR="0095421D" w:rsidRDefault="0095421D" w:rsidP="0095421D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2.___, ___,___</w:t>
            </w:r>
          </w:p>
          <w:p w:rsidR="0095421D" w:rsidRDefault="0095421D" w:rsidP="0095421D">
            <w:pPr>
              <w:pStyle w:val="NoSpacing"/>
              <w:rPr>
                <w:sz w:val="16"/>
                <w:szCs w:val="16"/>
              </w:rPr>
            </w:pPr>
          </w:p>
          <w:p w:rsidR="0095421D" w:rsidRDefault="0095421D" w:rsidP="0095421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3.___, ___,___</w:t>
            </w:r>
          </w:p>
        </w:tc>
      </w:tr>
      <w:tr w:rsidR="0095421D" w:rsidTr="0095421D">
        <w:trPr>
          <w:gridAfter w:val="3"/>
          <w:wAfter w:w="5291" w:type="dxa"/>
        </w:trPr>
        <w:tc>
          <w:tcPr>
            <w:tcW w:w="1567" w:type="dxa"/>
            <w:gridSpan w:val="3"/>
          </w:tcPr>
          <w:p w:rsidR="0095421D" w:rsidRDefault="0095421D" w:rsidP="00DA3943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  <w:p w:rsidR="0095421D" w:rsidRDefault="0095421D" w:rsidP="00DA3943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40" w:type="dxa"/>
          </w:tcPr>
          <w:p w:rsidR="0095421D" w:rsidRDefault="0095421D" w:rsidP="00DA3943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95421D" w:rsidRDefault="0095421D" w:rsidP="00DA3943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  <w:p w:rsidR="0095421D" w:rsidRDefault="0095421D" w:rsidP="00DA3943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40" w:type="dxa"/>
            <w:gridSpan w:val="2"/>
          </w:tcPr>
          <w:p w:rsidR="0095421D" w:rsidRDefault="0095421D" w:rsidP="00DA3943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5421D" w:rsidRPr="005E3134" w:rsidTr="0095421D">
        <w:trPr>
          <w:gridAfter w:val="3"/>
          <w:wAfter w:w="5291" w:type="dxa"/>
          <w:trHeight w:val="710"/>
        </w:trPr>
        <w:tc>
          <w:tcPr>
            <w:tcW w:w="1567" w:type="dxa"/>
            <w:gridSpan w:val="3"/>
          </w:tcPr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</w:p>
          <w:p w:rsidR="0095421D" w:rsidRPr="005E3134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___, </w:t>
            </w:r>
          </w:p>
        </w:tc>
        <w:tc>
          <w:tcPr>
            <w:tcW w:w="1440" w:type="dxa"/>
          </w:tcPr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</w:p>
          <w:p w:rsidR="0095421D" w:rsidRPr="005E3134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___, ___</w:t>
            </w:r>
          </w:p>
        </w:tc>
        <w:tc>
          <w:tcPr>
            <w:tcW w:w="1440" w:type="dxa"/>
            <w:gridSpan w:val="2"/>
          </w:tcPr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</w:p>
          <w:p w:rsidR="0095421D" w:rsidRPr="005E3134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___, ___, ___</w:t>
            </w:r>
          </w:p>
        </w:tc>
        <w:tc>
          <w:tcPr>
            <w:tcW w:w="1440" w:type="dxa"/>
            <w:gridSpan w:val="2"/>
          </w:tcPr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</w:p>
          <w:p w:rsidR="0095421D" w:rsidRPr="005E3134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___, ___, ___</w:t>
            </w:r>
          </w:p>
        </w:tc>
      </w:tr>
      <w:tr w:rsidR="0095421D" w:rsidRPr="007C7D7B" w:rsidTr="0095421D">
        <w:trPr>
          <w:gridAfter w:val="3"/>
          <w:wAfter w:w="5291" w:type="dxa"/>
          <w:trHeight w:val="2060"/>
        </w:trPr>
        <w:tc>
          <w:tcPr>
            <w:tcW w:w="1567" w:type="dxa"/>
            <w:gridSpan w:val="3"/>
          </w:tcPr>
          <w:p w:rsidR="0095421D" w:rsidRDefault="0095421D" w:rsidP="00DA3943">
            <w:pPr>
              <w:spacing w:after="0"/>
              <w:rPr>
                <w:sz w:val="16"/>
                <w:szCs w:val="16"/>
              </w:rPr>
            </w:pP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Present</w:t>
            </w:r>
            <w:r>
              <w:rPr>
                <w:sz w:val="16"/>
                <w:szCs w:val="16"/>
              </w:rPr>
              <w:t>___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 xml:space="preserve">past </w:t>
            </w:r>
            <w:r>
              <w:rPr>
                <w:sz w:val="16"/>
                <w:szCs w:val="16"/>
              </w:rPr>
              <w:t>___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future</w:t>
            </w:r>
            <w:r>
              <w:rPr>
                <w:sz w:val="16"/>
                <w:szCs w:val="16"/>
              </w:rPr>
              <w:t>___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subjunctive___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sym w:font="Wingdings" w:char="F0FC"/>
            </w:r>
            <w:r>
              <w:rPr>
                <w:sz w:val="16"/>
                <w:szCs w:val="16"/>
              </w:rPr>
              <w:t>+ (correct form)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sym w:font="Wingdings" w:char="F0FC"/>
            </w:r>
            <w:r>
              <w:rPr>
                <w:sz w:val="16"/>
                <w:szCs w:val="16"/>
              </w:rPr>
              <w:t>- (errors)</w:t>
            </w:r>
          </w:p>
          <w:p w:rsidR="0095421D" w:rsidRPr="007C7D7B" w:rsidRDefault="0095421D" w:rsidP="009542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? 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attempt w </w:t>
            </w:r>
          </w:p>
        </w:tc>
        <w:tc>
          <w:tcPr>
            <w:tcW w:w="1440" w:type="dxa"/>
          </w:tcPr>
          <w:p w:rsidR="0095421D" w:rsidRDefault="0095421D" w:rsidP="00DA3943">
            <w:pPr>
              <w:spacing w:after="0"/>
              <w:rPr>
                <w:sz w:val="16"/>
                <w:szCs w:val="16"/>
              </w:rPr>
            </w:pP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Present</w:t>
            </w:r>
            <w:r>
              <w:rPr>
                <w:sz w:val="16"/>
                <w:szCs w:val="16"/>
              </w:rPr>
              <w:t>___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 xml:space="preserve">past </w:t>
            </w:r>
            <w:r>
              <w:rPr>
                <w:sz w:val="16"/>
                <w:szCs w:val="16"/>
              </w:rPr>
              <w:t>___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future</w:t>
            </w:r>
            <w:r>
              <w:rPr>
                <w:sz w:val="16"/>
                <w:szCs w:val="16"/>
              </w:rPr>
              <w:t>___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subjunctive___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sym w:font="Wingdings" w:char="F0FC"/>
            </w:r>
            <w:r>
              <w:rPr>
                <w:sz w:val="16"/>
                <w:szCs w:val="16"/>
              </w:rPr>
              <w:t>+ (correct form)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sym w:font="Wingdings" w:char="F0FC"/>
            </w:r>
            <w:r>
              <w:rPr>
                <w:sz w:val="16"/>
                <w:szCs w:val="16"/>
              </w:rPr>
              <w:t>- (errors)</w:t>
            </w:r>
          </w:p>
          <w:p w:rsidR="0095421D" w:rsidRPr="007C7D7B" w:rsidRDefault="0095421D" w:rsidP="009542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? attempt w </w:t>
            </w:r>
          </w:p>
        </w:tc>
        <w:tc>
          <w:tcPr>
            <w:tcW w:w="1440" w:type="dxa"/>
            <w:gridSpan w:val="2"/>
          </w:tcPr>
          <w:p w:rsidR="0095421D" w:rsidRDefault="0095421D" w:rsidP="00DA3943">
            <w:pPr>
              <w:spacing w:after="0"/>
              <w:rPr>
                <w:sz w:val="16"/>
                <w:szCs w:val="16"/>
              </w:rPr>
            </w:pP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Present</w:t>
            </w:r>
            <w:r>
              <w:rPr>
                <w:sz w:val="16"/>
                <w:szCs w:val="16"/>
              </w:rPr>
              <w:t>___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 xml:space="preserve">past </w:t>
            </w:r>
            <w:r>
              <w:rPr>
                <w:sz w:val="16"/>
                <w:szCs w:val="16"/>
              </w:rPr>
              <w:t>___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future</w:t>
            </w:r>
            <w:r>
              <w:rPr>
                <w:sz w:val="16"/>
                <w:szCs w:val="16"/>
              </w:rPr>
              <w:t>___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subjunctive___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sym w:font="Wingdings" w:char="F0FC"/>
            </w:r>
            <w:r>
              <w:rPr>
                <w:sz w:val="16"/>
                <w:szCs w:val="16"/>
              </w:rPr>
              <w:t>+ (correct form)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sym w:font="Wingdings" w:char="F0FC"/>
            </w:r>
            <w:r>
              <w:rPr>
                <w:sz w:val="16"/>
                <w:szCs w:val="16"/>
              </w:rPr>
              <w:t>- (errors)</w:t>
            </w:r>
          </w:p>
          <w:p w:rsidR="0095421D" w:rsidRPr="007C7D7B" w:rsidRDefault="0095421D" w:rsidP="00DA394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? attempt w </w:t>
            </w:r>
          </w:p>
        </w:tc>
        <w:tc>
          <w:tcPr>
            <w:tcW w:w="1440" w:type="dxa"/>
            <w:gridSpan w:val="2"/>
          </w:tcPr>
          <w:p w:rsidR="0095421D" w:rsidRDefault="0095421D" w:rsidP="00DA3943">
            <w:pPr>
              <w:spacing w:after="0"/>
              <w:rPr>
                <w:sz w:val="16"/>
                <w:szCs w:val="16"/>
              </w:rPr>
            </w:pP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Present</w:t>
            </w:r>
            <w:r>
              <w:rPr>
                <w:sz w:val="16"/>
                <w:szCs w:val="16"/>
              </w:rPr>
              <w:t>___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 xml:space="preserve">past </w:t>
            </w:r>
            <w:r>
              <w:rPr>
                <w:sz w:val="16"/>
                <w:szCs w:val="16"/>
              </w:rPr>
              <w:t>___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future</w:t>
            </w:r>
            <w:r>
              <w:rPr>
                <w:sz w:val="16"/>
                <w:szCs w:val="16"/>
              </w:rPr>
              <w:t>___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subjunctive___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sym w:font="Wingdings" w:char="F0FC"/>
            </w:r>
            <w:r>
              <w:rPr>
                <w:sz w:val="16"/>
                <w:szCs w:val="16"/>
              </w:rPr>
              <w:t>+ (correct form)</w:t>
            </w:r>
          </w:p>
          <w:p w:rsidR="0095421D" w:rsidRDefault="0095421D" w:rsidP="00DA39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sym w:font="Wingdings" w:char="F0FC"/>
            </w:r>
            <w:r>
              <w:rPr>
                <w:sz w:val="16"/>
                <w:szCs w:val="16"/>
              </w:rPr>
              <w:t>- (errors)</w:t>
            </w:r>
          </w:p>
          <w:p w:rsidR="0095421D" w:rsidRPr="007C7D7B" w:rsidRDefault="0095421D" w:rsidP="00DA394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? attempt w </w:t>
            </w:r>
          </w:p>
        </w:tc>
      </w:tr>
    </w:tbl>
    <w:p w:rsidR="0095421D" w:rsidRDefault="0095421D" w:rsidP="0095421D">
      <w:pPr>
        <w:spacing w:after="0" w:line="240" w:lineRule="auto"/>
        <w:rPr>
          <w:b/>
          <w:sz w:val="16"/>
          <w:szCs w:val="16"/>
        </w:rPr>
      </w:pPr>
    </w:p>
    <w:sectPr w:rsidR="0095421D" w:rsidSect="00425C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Univer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D1EB8"/>
    <w:multiLevelType w:val="hybridMultilevel"/>
    <w:tmpl w:val="DFA4159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3AA"/>
    <w:rsid w:val="00091920"/>
    <w:rsid w:val="00234740"/>
    <w:rsid w:val="003C2B31"/>
    <w:rsid w:val="00425C93"/>
    <w:rsid w:val="005A0C8D"/>
    <w:rsid w:val="005D5EBD"/>
    <w:rsid w:val="00654229"/>
    <w:rsid w:val="00662058"/>
    <w:rsid w:val="007017E2"/>
    <w:rsid w:val="0073281B"/>
    <w:rsid w:val="00811F65"/>
    <w:rsid w:val="00815842"/>
    <w:rsid w:val="008E7A9C"/>
    <w:rsid w:val="0095421D"/>
    <w:rsid w:val="009B2FBC"/>
    <w:rsid w:val="00A63F39"/>
    <w:rsid w:val="00AB14E6"/>
    <w:rsid w:val="00AD43AA"/>
    <w:rsid w:val="00C54182"/>
    <w:rsid w:val="00E7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8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43AA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C9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8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43AA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C9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10623-1BDC-42C9-A559-D0C0C3F37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D8CC8AAC</Template>
  <TotalTime>360</TotalTime>
  <Pages>2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Spencerport Central Schools</Company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Thomas</dc:creator>
  <cp:lastModifiedBy>Melanie Thomas</cp:lastModifiedBy>
  <cp:revision>15</cp:revision>
  <cp:lastPrinted>2014-01-24T17:58:00Z</cp:lastPrinted>
  <dcterms:created xsi:type="dcterms:W3CDTF">2012-06-14T16:19:00Z</dcterms:created>
  <dcterms:modified xsi:type="dcterms:W3CDTF">2014-01-24T17:59:00Z</dcterms:modified>
</cp:coreProperties>
</file>